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A07CF" w:rsidR="006E5D65" w:rsidP="009C54AE" w:rsidRDefault="00997F14" w14:paraId="671EFCC9" wp14:textId="77777777">
      <w:pPr>
        <w:spacing w:line="240" w:lineRule="auto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DA07CF" w:rsidR="00D8678B">
        <w:rPr>
          <w:rFonts w:ascii="Corbel" w:hAnsi="Corbel"/>
          <w:bCs/>
          <w:i/>
          <w:sz w:val="20"/>
          <w:szCs w:val="20"/>
        </w:rPr>
        <w:t xml:space="preserve">Załącznik nr </w:t>
      </w:r>
      <w:r w:rsidRPr="00DA07CF" w:rsidR="00DA07CF">
        <w:rPr>
          <w:rFonts w:ascii="Corbel" w:hAnsi="Corbel"/>
          <w:bCs/>
          <w:i/>
          <w:sz w:val="20"/>
          <w:szCs w:val="20"/>
        </w:rPr>
        <w:t>1.5 do</w:t>
      </w:r>
      <w:r w:rsidRPr="00DA07CF" w:rsidR="00D8678B">
        <w:rPr>
          <w:rFonts w:ascii="Corbel" w:hAnsi="Corbel"/>
          <w:bCs/>
          <w:i/>
          <w:sz w:val="20"/>
          <w:szCs w:val="20"/>
        </w:rPr>
        <w:t xml:space="preserve"> Zarządzenia</w:t>
      </w:r>
      <w:r w:rsidRPr="00DA07CF" w:rsidR="00DA07CF">
        <w:rPr>
          <w:rFonts w:ascii="Corbel" w:hAnsi="Corbel"/>
          <w:bCs/>
          <w:i/>
          <w:sz w:val="20"/>
          <w:szCs w:val="20"/>
        </w:rPr>
        <w:t xml:space="preserve"> Rektora UR nr 12/2019</w:t>
      </w:r>
    </w:p>
    <w:p xmlns:wp14="http://schemas.microsoft.com/office/word/2010/wordml" w:rsidRPr="00740EEA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0EEA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740EEA" w:rsidR="0085747A" w:rsidP="00EA4832" w:rsidRDefault="0071620A" w14:paraId="6824381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40EEA">
        <w:rPr>
          <w:rFonts w:ascii="Corbel" w:hAnsi="Corbel"/>
          <w:b/>
          <w:smallCaps/>
          <w:sz w:val="24"/>
          <w:szCs w:val="24"/>
        </w:rPr>
        <w:t>dotyczy cyklu kształcenia</w:t>
      </w:r>
      <w:r w:rsidRPr="00740EE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26268">
        <w:rPr>
          <w:rFonts w:ascii="Corbel" w:hAnsi="Corbel"/>
          <w:i/>
          <w:smallCaps/>
          <w:sz w:val="24"/>
          <w:szCs w:val="24"/>
        </w:rPr>
        <w:t>20</w:t>
      </w:r>
      <w:r w:rsidR="00F5343A">
        <w:rPr>
          <w:rFonts w:ascii="Corbel" w:hAnsi="Corbel"/>
          <w:i/>
          <w:smallCaps/>
          <w:sz w:val="24"/>
          <w:szCs w:val="24"/>
        </w:rPr>
        <w:t>19</w:t>
      </w:r>
      <w:r w:rsidR="00326268">
        <w:rPr>
          <w:rFonts w:ascii="Corbel" w:hAnsi="Corbel"/>
          <w:i/>
          <w:smallCaps/>
          <w:sz w:val="24"/>
          <w:szCs w:val="24"/>
        </w:rPr>
        <w:t>-202</w:t>
      </w:r>
      <w:r w:rsidR="00F5343A">
        <w:rPr>
          <w:rFonts w:ascii="Corbel" w:hAnsi="Corbel"/>
          <w:i/>
          <w:smallCaps/>
          <w:sz w:val="24"/>
          <w:szCs w:val="24"/>
        </w:rPr>
        <w:t>2</w:t>
      </w:r>
    </w:p>
    <w:p xmlns:wp14="http://schemas.microsoft.com/office/word/2010/wordml" w:rsidRPr="00740EEA" w:rsidR="0085747A" w:rsidP="00EA4832" w:rsidRDefault="00EA4832" w14:paraId="537FB0EF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i/>
          <w:sz w:val="24"/>
          <w:szCs w:val="24"/>
        </w:rPr>
        <w:t xml:space="preserve">                                             </w:t>
      </w:r>
      <w:r w:rsidR="00BD54B7">
        <w:rPr>
          <w:rFonts w:ascii="Corbel" w:hAnsi="Corbel"/>
          <w:i/>
          <w:sz w:val="24"/>
          <w:szCs w:val="24"/>
        </w:rPr>
        <w:t xml:space="preserve">                      </w:t>
      </w:r>
      <w:r w:rsidR="00326268">
        <w:rPr>
          <w:rFonts w:ascii="Corbel" w:hAnsi="Corbel"/>
          <w:i/>
          <w:sz w:val="24"/>
          <w:szCs w:val="24"/>
        </w:rPr>
        <w:t xml:space="preserve">             Rok akademicki 202</w:t>
      </w:r>
      <w:r w:rsidR="00F5343A">
        <w:rPr>
          <w:rFonts w:ascii="Corbel" w:hAnsi="Corbel"/>
          <w:i/>
          <w:sz w:val="24"/>
          <w:szCs w:val="24"/>
        </w:rPr>
        <w:t>1</w:t>
      </w:r>
      <w:r w:rsidR="00326268">
        <w:rPr>
          <w:rFonts w:ascii="Corbel" w:hAnsi="Corbel"/>
          <w:i/>
          <w:sz w:val="24"/>
          <w:szCs w:val="24"/>
        </w:rPr>
        <w:t>/202</w:t>
      </w:r>
      <w:r w:rsidR="00F5343A">
        <w:rPr>
          <w:rFonts w:ascii="Corbel" w:hAnsi="Corbel"/>
          <w:i/>
          <w:sz w:val="24"/>
          <w:szCs w:val="24"/>
        </w:rPr>
        <w:t>2</w:t>
      </w:r>
    </w:p>
    <w:p xmlns:wp14="http://schemas.microsoft.com/office/word/2010/wordml" w:rsidRPr="00740EEA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740EEA" w:rsidR="0085747A" w:rsidP="009C54AE" w:rsidRDefault="0071620A" w14:paraId="5D288F7B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40EEA">
        <w:rPr>
          <w:rFonts w:ascii="Corbel" w:hAnsi="Corbel"/>
          <w:szCs w:val="24"/>
        </w:rPr>
        <w:t xml:space="preserve">1. </w:t>
      </w:r>
      <w:r w:rsidRPr="00740EEA" w:rsidR="0085747A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740EEA" w:rsidR="0085747A" w:rsidTr="00B819C8" w14:paraId="15DC37E3" wp14:textId="77777777">
        <w:tc>
          <w:tcPr>
            <w:tcW w:w="2694" w:type="dxa"/>
            <w:vAlign w:val="center"/>
          </w:tcPr>
          <w:p w:rsidRPr="00740EEA" w:rsidR="0085747A" w:rsidP="009C54AE" w:rsidRDefault="00602A1B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776366" w14:paraId="7A57B3B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 w:rsidRPr="00740EEA" w:rsidR="00FB038B">
              <w:rPr>
                <w:rFonts w:ascii="Corbel" w:hAnsi="Corbel"/>
                <w:b w:val="0"/>
                <w:sz w:val="24"/>
                <w:szCs w:val="24"/>
              </w:rPr>
              <w:t xml:space="preserve"> w zarządzaniu bezpieczeństwem publicznym</w:t>
            </w:r>
          </w:p>
        </w:tc>
      </w:tr>
      <w:tr xmlns:wp14="http://schemas.microsoft.com/office/word/2010/wordml" w:rsidRPr="00740EEA" w:rsidR="0085747A" w:rsidTr="00B819C8" w14:paraId="05597C1F" wp14:textId="77777777">
        <w:tc>
          <w:tcPr>
            <w:tcW w:w="2694" w:type="dxa"/>
            <w:vAlign w:val="center"/>
          </w:tcPr>
          <w:p w:rsidRPr="00740EEA" w:rsidR="0085747A" w:rsidP="009C54AE" w:rsidRDefault="00602A1B" w14:paraId="1477BD1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776366" w14:paraId="7AD77ED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BW_72</w:t>
            </w:r>
          </w:p>
        </w:tc>
      </w:tr>
      <w:tr xmlns:wp14="http://schemas.microsoft.com/office/word/2010/wordml" w:rsidRPr="00740EEA" w:rsidR="0085747A" w:rsidTr="00B819C8" w14:paraId="4E2F8C33" wp14:textId="77777777">
        <w:tc>
          <w:tcPr>
            <w:tcW w:w="2694" w:type="dxa"/>
            <w:vAlign w:val="center"/>
          </w:tcPr>
          <w:p w:rsidRPr="00740EEA" w:rsidR="0085747A" w:rsidP="00EA4832" w:rsidRDefault="00602A1B" w14:paraId="19552E28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740EEA" w:rsidR="0085747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77134F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740EEA" w:rsidR="0085747A" w:rsidTr="00B819C8" w14:paraId="0AEA36E1" wp14:textId="77777777">
        <w:tc>
          <w:tcPr>
            <w:tcW w:w="2694" w:type="dxa"/>
            <w:vAlign w:val="center"/>
          </w:tcPr>
          <w:p w:rsidRPr="00740EEA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EA42B0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740EEA" w:rsidR="0085747A" w:rsidTr="00B819C8" w14:paraId="2E34D1D7" wp14:textId="77777777">
        <w:tc>
          <w:tcPr>
            <w:tcW w:w="2694" w:type="dxa"/>
            <w:vAlign w:val="center"/>
          </w:tcPr>
          <w:p w:rsidRPr="00740EEA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936ABF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1719BF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xmlns:wp14="http://schemas.microsoft.com/office/word/2010/wordml" w:rsidRPr="00740EEA" w:rsidR="0085747A" w:rsidTr="00B819C8" w14:paraId="70483C67" wp14:textId="77777777">
        <w:tc>
          <w:tcPr>
            <w:tcW w:w="2694" w:type="dxa"/>
            <w:vAlign w:val="center"/>
          </w:tcPr>
          <w:p w:rsidRPr="00740EEA" w:rsidR="0085747A" w:rsidP="009C54AE" w:rsidRDefault="0085747A" w14:paraId="4C8DEF9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656667" w14:paraId="6DEB1C5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40EEA" w:rsidR="00FB038B">
              <w:rPr>
                <w:rFonts w:ascii="Corbel" w:hAnsi="Corbel"/>
                <w:b w:val="0"/>
                <w:sz w:val="24"/>
                <w:szCs w:val="24"/>
              </w:rPr>
              <w:t>tudia I stopnia</w:t>
            </w:r>
          </w:p>
        </w:tc>
      </w:tr>
      <w:tr xmlns:wp14="http://schemas.microsoft.com/office/word/2010/wordml" w:rsidRPr="00740EEA" w:rsidR="0085747A" w:rsidTr="00B819C8" w14:paraId="3B32AF2E" wp14:textId="77777777">
        <w:tc>
          <w:tcPr>
            <w:tcW w:w="2694" w:type="dxa"/>
            <w:vAlign w:val="center"/>
          </w:tcPr>
          <w:p w:rsidRPr="00740EEA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1719BF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740EEA" w:rsidR="0085747A" w:rsidTr="00B819C8" w14:paraId="5B469018" wp14:textId="77777777">
        <w:tc>
          <w:tcPr>
            <w:tcW w:w="2694" w:type="dxa"/>
            <w:vAlign w:val="center"/>
          </w:tcPr>
          <w:p w:rsidRPr="00740EEA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FB038B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740EEA" w:rsidR="0085747A" w:rsidTr="00B819C8" w14:paraId="05918B14" wp14:textId="77777777">
        <w:tc>
          <w:tcPr>
            <w:tcW w:w="2694" w:type="dxa"/>
            <w:vAlign w:val="center"/>
          </w:tcPr>
          <w:p w:rsidRPr="00740EEA" w:rsidR="0085747A" w:rsidP="009C54AE" w:rsidRDefault="0085747A" w14:paraId="393EE50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656667" w14:paraId="51D1F85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40EEA" w:rsidR="00FB038B">
              <w:rPr>
                <w:rFonts w:ascii="Corbel" w:hAnsi="Corbel"/>
                <w:b w:val="0"/>
                <w:sz w:val="24"/>
                <w:szCs w:val="24"/>
              </w:rPr>
              <w:t>ok III, semestr VI</w:t>
            </w:r>
          </w:p>
        </w:tc>
      </w:tr>
      <w:tr xmlns:wp14="http://schemas.microsoft.com/office/word/2010/wordml" w:rsidRPr="00740EEA" w:rsidR="0085747A" w:rsidTr="00B819C8" w14:paraId="575D392F" wp14:textId="77777777">
        <w:tc>
          <w:tcPr>
            <w:tcW w:w="2694" w:type="dxa"/>
            <w:vAlign w:val="center"/>
          </w:tcPr>
          <w:p w:rsidRPr="00740EEA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656667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40EEA" w:rsidR="00FB038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xmlns:wp14="http://schemas.microsoft.com/office/word/2010/wordml" w:rsidRPr="00740EEA" w:rsidR="00923D7D" w:rsidTr="00B819C8" w14:paraId="2786482B" wp14:textId="77777777">
        <w:tc>
          <w:tcPr>
            <w:tcW w:w="2694" w:type="dxa"/>
            <w:vAlign w:val="center"/>
          </w:tcPr>
          <w:p w:rsidRPr="00740EEA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740EEA" w:rsidR="00923D7D" w:rsidP="009C54AE" w:rsidRDefault="00FB038B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740EEA" w:rsidR="0085747A" w:rsidTr="00B819C8" w14:paraId="4602958D" wp14:textId="77777777">
        <w:tc>
          <w:tcPr>
            <w:tcW w:w="2694" w:type="dxa"/>
            <w:vAlign w:val="center"/>
          </w:tcPr>
          <w:p w:rsidRPr="00740EEA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FB038B" w14:paraId="03D87A1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  <w:tr xmlns:wp14="http://schemas.microsoft.com/office/word/2010/wordml" w:rsidRPr="00740EEA" w:rsidR="0085747A" w:rsidTr="00B819C8" w14:paraId="1BCAB08B" wp14:textId="77777777">
        <w:tc>
          <w:tcPr>
            <w:tcW w:w="2694" w:type="dxa"/>
            <w:vAlign w:val="center"/>
          </w:tcPr>
          <w:p w:rsidRPr="00740EEA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740EEA" w:rsidR="0085747A" w:rsidP="009C54AE" w:rsidRDefault="00FB038B" w14:paraId="47208C3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</w:tbl>
    <w:p xmlns:wp14="http://schemas.microsoft.com/office/word/2010/wordml" w:rsidRPr="00740EEA" w:rsidR="0085747A" w:rsidP="009C54AE" w:rsidRDefault="0085747A" w14:paraId="527DD9A1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* </w:t>
      </w:r>
      <w:r w:rsidRPr="00740EEA">
        <w:rPr>
          <w:rFonts w:ascii="Corbel" w:hAnsi="Corbel"/>
          <w:i/>
          <w:sz w:val="24"/>
          <w:szCs w:val="24"/>
        </w:rPr>
        <w:t xml:space="preserve">- </w:t>
      </w:r>
      <w:r w:rsidRPr="00740E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A42B0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740EEA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740EEA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>1.</w:t>
      </w:r>
      <w:r w:rsidRPr="00740EEA" w:rsidR="00E22FBC">
        <w:rPr>
          <w:rFonts w:ascii="Corbel" w:hAnsi="Corbel"/>
          <w:sz w:val="24"/>
          <w:szCs w:val="24"/>
        </w:rPr>
        <w:t>1</w:t>
      </w:r>
      <w:r w:rsidRPr="00740E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740EEA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xmlns:wp14="http://schemas.microsoft.com/office/word/2010/wordml" w:rsidRPr="00740EEA" w:rsidR="00015B8F" w:rsidTr="00C766DF" w14:paraId="6B53DC6D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0EEA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Semestr</w:t>
            </w:r>
          </w:p>
          <w:p w:rsidRPr="00740EEA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(</w:t>
            </w:r>
            <w:r w:rsidRPr="00740EE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Wykł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Konw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Sem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Prakt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0EEA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A42B0" w:rsidR="00015B8F" w:rsidP="009C54AE" w:rsidRDefault="00015B8F" w14:paraId="58C1295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2B0">
              <w:rPr>
                <w:rFonts w:ascii="Corbel" w:hAnsi="Corbel"/>
                <w:szCs w:val="24"/>
              </w:rPr>
              <w:t>Liczba pkt ECTS</w:t>
            </w:r>
          </w:p>
        </w:tc>
      </w:tr>
      <w:tr xmlns:wp14="http://schemas.microsoft.com/office/word/2010/wordml" w:rsidRPr="00740EEA" w:rsidR="00015B8F" w:rsidTr="00C766DF" w14:paraId="206D8974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0EEA" w:rsidR="00015B8F" w:rsidP="009C54AE" w:rsidRDefault="00656667" w14:paraId="345A8E2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ED2313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0EEA" w:rsidR="00015B8F" w:rsidP="009C54AE" w:rsidRDefault="00993B66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40EEA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740EEA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740EEA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1.</w:t>
      </w:r>
      <w:r w:rsidRPr="00740EEA" w:rsidR="00E22FBC">
        <w:rPr>
          <w:rFonts w:ascii="Corbel" w:hAnsi="Corbel"/>
          <w:smallCaps w:val="0"/>
          <w:szCs w:val="24"/>
        </w:rPr>
        <w:t>2</w:t>
      </w:r>
      <w:r w:rsidRPr="00740EEA" w:rsidR="00F83B28">
        <w:rPr>
          <w:rFonts w:ascii="Corbel" w:hAnsi="Corbel"/>
          <w:smallCaps w:val="0"/>
          <w:szCs w:val="24"/>
        </w:rPr>
        <w:t>.</w:t>
      </w:r>
      <w:r w:rsidRPr="00740EEA" w:rsidR="00F83B28">
        <w:rPr>
          <w:rFonts w:ascii="Corbel" w:hAnsi="Corbel"/>
          <w:smallCaps w:val="0"/>
          <w:szCs w:val="24"/>
        </w:rPr>
        <w:tab/>
      </w:r>
      <w:r w:rsidRPr="00740EEA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740EEA" w:rsidR="0085747A" w:rsidP="00F83B28" w:rsidRDefault="0085747A" w14:paraId="47C316DF" wp14:textId="77777777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40EEA">
        <w:rPr>
          <w:rFonts w:ascii="Segoe UI Symbol" w:hAnsi="Segoe UI Symbol" w:eastAsia="MS Gothic" w:cs="Segoe UI Symbol"/>
          <w:szCs w:val="24"/>
          <w:u w:val="single"/>
        </w:rPr>
        <w:t>☐</w:t>
      </w:r>
      <w:r w:rsidRPr="00740EE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xmlns:wp14="http://schemas.microsoft.com/office/word/2010/wordml" w:rsidRPr="00740EEA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0EEA">
        <w:rPr>
          <w:rFonts w:ascii="Segoe UI Symbol" w:hAnsi="Segoe UI Symbol" w:eastAsia="MS Gothic" w:cs="Segoe UI Symbol"/>
          <w:b w:val="0"/>
          <w:szCs w:val="24"/>
        </w:rPr>
        <w:t>☐</w:t>
      </w:r>
      <w:r w:rsidRPr="00740EE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740EEA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40EEA" w:rsidR="00FB038B" w:rsidP="00F83B28" w:rsidRDefault="00E22FBC" w14:paraId="5C54C2BB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1.3 </w:t>
      </w:r>
      <w:r w:rsidRPr="00740EEA" w:rsidR="00F83B28">
        <w:rPr>
          <w:rFonts w:ascii="Corbel" w:hAnsi="Corbel"/>
          <w:smallCaps w:val="0"/>
          <w:szCs w:val="24"/>
        </w:rPr>
        <w:tab/>
      </w:r>
      <w:r w:rsidRPr="00740EEA">
        <w:rPr>
          <w:rFonts w:ascii="Corbel" w:hAnsi="Corbel"/>
          <w:smallCaps w:val="0"/>
          <w:szCs w:val="24"/>
        </w:rPr>
        <w:t>For</w:t>
      </w:r>
      <w:r w:rsidR="00993B66">
        <w:rPr>
          <w:rFonts w:ascii="Corbel" w:hAnsi="Corbel"/>
          <w:smallCaps w:val="0"/>
          <w:szCs w:val="24"/>
        </w:rPr>
        <w:t>ma zaliczenia przedmiotu</w:t>
      </w:r>
      <w:r w:rsidRPr="00740EEA">
        <w:rPr>
          <w:rFonts w:ascii="Corbel" w:hAnsi="Corbel"/>
          <w:smallCaps w:val="0"/>
          <w:szCs w:val="24"/>
        </w:rPr>
        <w:t xml:space="preserve"> (z toku) </w:t>
      </w:r>
      <w:r w:rsidRPr="00740EE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740EEA" w:rsidR="00FB038B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740EEA" w:rsidR="00E22FBC" w:rsidP="3180AFCC" w:rsidRDefault="00FB038B" w14:paraId="55D48E7E" wp14:textId="025384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180AFCC" w:rsidR="68E29410">
        <w:rPr>
          <w:rFonts w:ascii="Corbel" w:hAnsi="Corbel"/>
          <w:b w:val="0"/>
          <w:bCs w:val="0"/>
          <w:caps w:val="0"/>
          <w:smallCaps w:val="0"/>
        </w:rPr>
        <w:t>Z</w:t>
      </w:r>
      <w:r w:rsidRPr="3180AFCC" w:rsidR="00FB038B">
        <w:rPr>
          <w:rFonts w:ascii="Corbel" w:hAnsi="Corbel"/>
          <w:b w:val="0"/>
          <w:bCs w:val="0"/>
          <w:caps w:val="0"/>
          <w:smallCaps w:val="0"/>
        </w:rPr>
        <w:t>aliczenie z oceną</w:t>
      </w:r>
      <w:r w:rsidRPr="3180AFCC" w:rsidR="16D6686C">
        <w:rPr>
          <w:rFonts w:ascii="Corbel" w:hAnsi="Corbel"/>
          <w:b w:val="0"/>
          <w:bCs w:val="0"/>
          <w:caps w:val="0"/>
          <w:smallCaps w:val="0"/>
        </w:rPr>
        <w:t>.</w:t>
      </w:r>
    </w:p>
    <w:p xmlns:wp14="http://schemas.microsoft.com/office/word/2010/wordml" w:rsidRPr="00740EEA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40EEA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740EEA" w:rsidR="00923D7D" w:rsidP="009C54AE" w:rsidRDefault="00923D7D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740EEA" w:rsidR="0085747A" w:rsidTr="00745302" w14:paraId="48F227C8" wp14:textId="77777777">
        <w:tc>
          <w:tcPr>
            <w:tcW w:w="9670" w:type="dxa"/>
          </w:tcPr>
          <w:p w:rsidRPr="00740EEA" w:rsidR="0085747A" w:rsidP="00B311C2" w:rsidRDefault="00E475CB" w14:paraId="4FA84B5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organizacja i zarządzanie; zarządzanie w sytuacjach kryzysowych.</w:t>
            </w:r>
          </w:p>
        </w:tc>
      </w:tr>
    </w:tbl>
    <w:p xmlns:wp14="http://schemas.microsoft.com/office/word/2010/wordml" w:rsidRPr="00740EEA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40EEA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>3.</w:t>
      </w:r>
      <w:r w:rsidR="00B311C2">
        <w:rPr>
          <w:rFonts w:ascii="Corbel" w:hAnsi="Corbel"/>
          <w:szCs w:val="24"/>
        </w:rPr>
        <w:t xml:space="preserve"> cele, efekty uczenia się</w:t>
      </w:r>
      <w:r w:rsidRPr="00740EEA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740EEA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40EEA" w:rsidR="0085747A" w:rsidP="009C54AE" w:rsidRDefault="0071620A" w14:paraId="25B01EB8" wp14:textId="77777777">
      <w:pPr>
        <w:pStyle w:val="Podpunkty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3.1 </w:t>
      </w:r>
      <w:r w:rsidR="00B311C2">
        <w:rPr>
          <w:rFonts w:ascii="Corbel" w:hAnsi="Corbel"/>
          <w:sz w:val="24"/>
          <w:szCs w:val="24"/>
        </w:rPr>
        <w:t>Cele przedmiotu</w:t>
      </w:r>
      <w:r w:rsidRPr="00740EEA" w:rsidR="0085747A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740EEA" w:rsidR="00F83B28" w:rsidP="009C54AE" w:rsidRDefault="00F83B28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740EEA" w:rsidR="0085747A" w:rsidTr="00923D7D" w14:paraId="2F3070C9" wp14:textId="77777777">
        <w:tc>
          <w:tcPr>
            <w:tcW w:w="851" w:type="dxa"/>
            <w:vAlign w:val="center"/>
          </w:tcPr>
          <w:p w:rsidRPr="00740EEA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40EEA" w:rsidR="0085747A" w:rsidP="00BF5AF7" w:rsidRDefault="00BF5AF7" w14:paraId="417238F7" wp14:textId="77777777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Przekazanie wiedzy o podstawowych pojęciach i technikach komunikowania się z otoczeniem przez organizację odpowiedzialną za bezpieczeństwo publiczne. </w:t>
            </w:r>
          </w:p>
        </w:tc>
      </w:tr>
      <w:tr xmlns:wp14="http://schemas.microsoft.com/office/word/2010/wordml" w:rsidRPr="00740EEA" w:rsidR="0085747A" w:rsidTr="00923D7D" w14:paraId="2631DFEC" wp14:textId="77777777">
        <w:tc>
          <w:tcPr>
            <w:tcW w:w="851" w:type="dxa"/>
            <w:vAlign w:val="center"/>
          </w:tcPr>
          <w:p w:rsidRPr="00740EEA" w:rsidR="0085747A" w:rsidP="009C54AE" w:rsidRDefault="00BF5AF7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40EEA" w:rsidR="0085747A" w:rsidP="00BF5AF7" w:rsidRDefault="00BF5AF7" w14:paraId="4B903185" wp14:textId="77777777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>Zrozumienie przez studentów sfery działań komunikacyjnych w sferze bezpieczeństwa publicznego.</w:t>
            </w:r>
          </w:p>
        </w:tc>
      </w:tr>
      <w:tr xmlns:wp14="http://schemas.microsoft.com/office/word/2010/wordml" w:rsidRPr="00740EEA" w:rsidR="0085747A" w:rsidTr="00923D7D" w14:paraId="68926584" wp14:textId="77777777">
        <w:tc>
          <w:tcPr>
            <w:tcW w:w="851" w:type="dxa"/>
            <w:vAlign w:val="center"/>
          </w:tcPr>
          <w:p w:rsidRPr="00740EEA" w:rsidR="0085747A" w:rsidP="009C54AE" w:rsidRDefault="00EC307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40EEA" w:rsidR="0085747A" w:rsidP="009C54AE" w:rsidRDefault="00EC3076" w14:paraId="55479FA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 w:cs="Calibri"/>
                <w:b w:val="0"/>
                <w:sz w:val="24"/>
                <w:szCs w:val="24"/>
              </w:rPr>
              <w:t>Przygotowanie do podejmowania</w:t>
            </w:r>
            <w:r w:rsidRPr="00740EEA" w:rsidR="00BF5AF7">
              <w:rPr>
                <w:rFonts w:ascii="Corbel" w:hAnsi="Corbel" w:cs="Calibri"/>
                <w:b w:val="0"/>
                <w:sz w:val="24"/>
                <w:szCs w:val="24"/>
              </w:rPr>
              <w:t xml:space="preserve"> działań</w:t>
            </w:r>
            <w:r w:rsidRPr="00740EEA">
              <w:rPr>
                <w:rFonts w:ascii="Corbel" w:hAnsi="Corbel" w:cs="Calibri"/>
                <w:b w:val="0"/>
                <w:sz w:val="24"/>
                <w:szCs w:val="24"/>
              </w:rPr>
              <w:t xml:space="preserve"> z zakresu PR</w:t>
            </w:r>
            <w:r w:rsidRPr="00740EEA" w:rsidR="00BF5AF7">
              <w:rPr>
                <w:rFonts w:ascii="Corbel" w:hAnsi="Corbel" w:cs="Calibri"/>
                <w:b w:val="0"/>
                <w:sz w:val="24"/>
                <w:szCs w:val="24"/>
              </w:rPr>
              <w:t xml:space="preserve"> w pracy zawodowej.</w:t>
            </w:r>
          </w:p>
        </w:tc>
      </w:tr>
    </w:tbl>
    <w:p xmlns:wp14="http://schemas.microsoft.com/office/word/2010/wordml" w:rsidRPr="00740EEA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740EEA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3.2 </w:t>
      </w:r>
      <w:r w:rsidR="00B311C2">
        <w:rPr>
          <w:rFonts w:ascii="Corbel" w:hAnsi="Corbel"/>
          <w:b/>
          <w:sz w:val="24"/>
          <w:szCs w:val="24"/>
        </w:rPr>
        <w:t>Efekty uczenia się dla przedmiotu</w:t>
      </w:r>
      <w:r w:rsidR="00B311C2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740EEA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740EEA" w:rsidR="0085747A" w:rsidTr="3180AFCC" w14:paraId="4A8C5FEF" wp14:textId="77777777">
        <w:tc>
          <w:tcPr>
            <w:tcW w:w="1701" w:type="dxa"/>
            <w:tcMar/>
            <w:vAlign w:val="center"/>
          </w:tcPr>
          <w:p w:rsidRPr="00740EEA" w:rsidR="0085747A" w:rsidP="009C54AE" w:rsidRDefault="0085747A" w14:paraId="3F7C574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smallCaps w:val="0"/>
                <w:szCs w:val="24"/>
              </w:rPr>
              <w:t>EK</w:t>
            </w:r>
            <w:r w:rsidR="00B311C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740EE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740EEA" w:rsidR="0085747A" w:rsidP="009C54AE" w:rsidRDefault="00B311C2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740EEA" w:rsidR="0085747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tcMar/>
            <w:vAlign w:val="center"/>
          </w:tcPr>
          <w:p w:rsidRPr="00740EEA" w:rsidR="0085747A" w:rsidP="009C54AE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740EEA" w:rsidR="003A1A0F" w:rsidTr="3180AFCC" w14:paraId="7EB5538E" wp14:textId="77777777">
        <w:tc>
          <w:tcPr>
            <w:tcW w:w="1701" w:type="dxa"/>
            <w:tcMar/>
          </w:tcPr>
          <w:p w:rsidRPr="00740EEA" w:rsidR="003A1A0F" w:rsidP="009C54AE" w:rsidRDefault="003A1A0F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10163D" w:rsidR="003A1A0F" w:rsidP="3180AFCC" w:rsidRDefault="00326368" w14:paraId="3991A291" wp14:textId="18F7F2F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32636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Ma podstawową wiedzę dotyczącą </w:t>
            </w:r>
            <w:r w:rsidRPr="3180AFCC" w:rsidR="0069612E">
              <w:rPr>
                <w:rFonts w:ascii="Corbel" w:hAnsi="Corbel"/>
                <w:b w:val="0"/>
                <w:bCs w:val="0"/>
                <w:caps w:val="0"/>
                <w:smallCaps w:val="0"/>
              </w:rPr>
              <w:t>przekazów PR w procesach komunikowania</w:t>
            </w:r>
            <w:r w:rsidRPr="3180AFCC" w:rsidR="7CA5314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BA2C98" w:rsidR="003A1A0F" w:rsidP="009C54AE" w:rsidRDefault="00BC28F4" w14:paraId="79569C6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3A1A0F">
              <w:rPr>
                <w:rFonts w:ascii="Corbel" w:hAnsi="Corbel"/>
                <w:b w:val="0"/>
                <w:szCs w:val="24"/>
              </w:rPr>
              <w:t>W02</w:t>
            </w:r>
          </w:p>
        </w:tc>
      </w:tr>
      <w:tr xmlns:wp14="http://schemas.microsoft.com/office/word/2010/wordml" w:rsidRPr="00740EEA" w:rsidR="0085747A" w:rsidTr="3180AFCC" w14:paraId="7FC3D874" wp14:textId="77777777">
        <w:tc>
          <w:tcPr>
            <w:tcW w:w="1701" w:type="dxa"/>
            <w:tcMar/>
          </w:tcPr>
          <w:p w:rsidRPr="00740EEA" w:rsidR="0085747A" w:rsidP="009C54AE" w:rsidRDefault="003A1A0F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  <w:tcMar/>
          </w:tcPr>
          <w:p w:rsidRPr="00740EEA" w:rsidR="0085747A" w:rsidP="3180AFCC" w:rsidRDefault="00392A58" w14:paraId="706DE449" wp14:textId="329C6B6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392A5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Ma </w:t>
            </w:r>
            <w:r w:rsidRPr="3180AFCC" w:rsidR="00B72BB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podstawową </w:t>
            </w:r>
            <w:r w:rsidRPr="3180AFCC" w:rsidR="00392A58">
              <w:rPr>
                <w:rFonts w:ascii="Corbel" w:hAnsi="Corbel"/>
                <w:b w:val="0"/>
                <w:bCs w:val="0"/>
                <w:caps w:val="0"/>
                <w:smallCaps w:val="0"/>
              </w:rPr>
              <w:t>wiedzę dotyczącą analizy treści przekazów public relations</w:t>
            </w:r>
            <w:r w:rsidRPr="3180AFCC" w:rsidR="0C74869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BA2C98" w:rsidR="0085747A" w:rsidP="009C54AE" w:rsidRDefault="00BC28F4" w14:paraId="3FB2513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BA2C98" w:rsidR="004053DD">
              <w:rPr>
                <w:rFonts w:ascii="Corbel" w:hAnsi="Corbel"/>
                <w:b w:val="0"/>
                <w:szCs w:val="24"/>
              </w:rPr>
              <w:t>W03</w:t>
            </w:r>
          </w:p>
        </w:tc>
      </w:tr>
      <w:tr xmlns:wp14="http://schemas.microsoft.com/office/word/2010/wordml" w:rsidRPr="00740EEA" w:rsidR="003A1A0F" w:rsidTr="3180AFCC" w14:paraId="5BD1D1F0" wp14:textId="77777777">
        <w:tc>
          <w:tcPr>
            <w:tcW w:w="1701" w:type="dxa"/>
            <w:tcMar/>
          </w:tcPr>
          <w:p w:rsidR="003A1A0F" w:rsidP="009C54AE" w:rsidRDefault="003A1A0F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10163D" w:rsidR="003A1A0F" w:rsidP="3180AFCC" w:rsidRDefault="00742751" w14:paraId="43F3F18E" wp14:textId="779ED5B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wiedzę na temat znaczenia public relations w instytucjach z zakresu bezpieczeństwa publicznego</w:t>
            </w:r>
            <w:r w:rsidRPr="3180AFCC" w:rsidR="409288B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BA2C98" w:rsidR="003A1A0F" w:rsidP="009C54AE" w:rsidRDefault="00BC28F4" w14:paraId="38CA2E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3A1A0F">
              <w:rPr>
                <w:rFonts w:ascii="Corbel" w:hAnsi="Corbel"/>
                <w:b w:val="0"/>
                <w:szCs w:val="24"/>
              </w:rPr>
              <w:t>W08</w:t>
            </w:r>
          </w:p>
        </w:tc>
      </w:tr>
      <w:tr xmlns:wp14="http://schemas.microsoft.com/office/word/2010/wordml" w:rsidRPr="00740EEA" w:rsidR="0085747A" w:rsidTr="3180AFCC" w14:paraId="143D0BE8" wp14:textId="77777777">
        <w:tc>
          <w:tcPr>
            <w:tcW w:w="1701" w:type="dxa"/>
            <w:tcMar/>
          </w:tcPr>
          <w:p w:rsidRPr="00740EEA" w:rsidR="0085747A" w:rsidP="009C54AE" w:rsidRDefault="003A1A0F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740EEA" w:rsidR="0085747A" w:rsidP="3180AFCC" w:rsidRDefault="00742751" w14:paraId="4B7EE234" wp14:textId="03CBB8E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Identyfikuje zagrożenia dotyczące </w:t>
            </w:r>
            <w:r w:rsidRPr="3180AFCC" w:rsidR="00881C82">
              <w:rPr>
                <w:rFonts w:ascii="Corbel" w:hAnsi="Corbel"/>
                <w:b w:val="0"/>
                <w:bCs w:val="0"/>
                <w:caps w:val="0"/>
                <w:smallCaps w:val="0"/>
              </w:rPr>
              <w:t>obszaru</w:t>
            </w: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public relations w instytucjach z zakresu bezpieczeństwa publicznego</w:t>
            </w:r>
            <w:r w:rsidRPr="3180AFCC" w:rsidR="2D03E9CD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740EEA" w:rsidR="0085747A" w:rsidP="009C54AE" w:rsidRDefault="00BC28F4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A1A0F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xmlns:wp14="http://schemas.microsoft.com/office/word/2010/wordml" w:rsidRPr="00740EEA" w:rsidR="0085747A" w:rsidTr="3180AFCC" w14:paraId="4CBD6A0C" wp14:textId="77777777">
        <w:tc>
          <w:tcPr>
            <w:tcW w:w="1701" w:type="dxa"/>
            <w:tcMar/>
          </w:tcPr>
          <w:p w:rsidRPr="00740EEA" w:rsidR="0085747A" w:rsidP="009C54AE" w:rsidRDefault="006C124E" w14:paraId="0977976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6096" w:type="dxa"/>
            <w:tcMar/>
          </w:tcPr>
          <w:p w:rsidRPr="00740EEA" w:rsidR="0085747A" w:rsidP="3180AFCC" w:rsidRDefault="00742751" w14:paraId="3ABB0B44" wp14:textId="727D32E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napisać komunikat dla mediów</w:t>
            </w:r>
            <w:r w:rsidRPr="3180AFCC" w:rsidR="60986076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740EEA" w:rsidR="0085747A" w:rsidP="009C54AE" w:rsidRDefault="00BC28F4" w14:paraId="2A4E30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A1A0F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xmlns:wp14="http://schemas.microsoft.com/office/word/2010/wordml" w:rsidRPr="00740EEA" w:rsidR="00BC7187" w:rsidTr="3180AFCC" w14:paraId="3B19AABF" wp14:textId="77777777">
        <w:tc>
          <w:tcPr>
            <w:tcW w:w="1701" w:type="dxa"/>
            <w:tcMar/>
          </w:tcPr>
          <w:p w:rsidR="00BC7187" w:rsidP="00BC7187" w:rsidRDefault="006C124E" w14:paraId="72EF34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EK_o6</w:t>
            </w:r>
          </w:p>
        </w:tc>
        <w:tc>
          <w:tcPr>
            <w:tcW w:w="6096" w:type="dxa"/>
            <w:tcMar/>
          </w:tcPr>
          <w:p w:rsidRPr="0010163D" w:rsidR="00BC7187" w:rsidP="3180AFCC" w:rsidRDefault="00742751" w14:paraId="3ACBAFD1" wp14:textId="35E5AF1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742751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obserwować i interpretować działania z zakresu public relations w sektorze bezpieczeństwa</w:t>
            </w:r>
            <w:r w:rsidRPr="3180AFCC" w:rsidR="7BB81D69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10163D" w:rsidR="00BC7187" w:rsidP="00BC7187" w:rsidRDefault="00BC28F4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C124E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xmlns:wp14="http://schemas.microsoft.com/office/word/2010/wordml" w:rsidRPr="00740EEA" w:rsidR="00BC7187" w:rsidTr="3180AFCC" w14:paraId="0F294117" wp14:textId="77777777">
        <w:tc>
          <w:tcPr>
            <w:tcW w:w="1701" w:type="dxa"/>
            <w:tcMar/>
          </w:tcPr>
          <w:p w:rsidR="00BC7187" w:rsidP="00BC7187" w:rsidRDefault="006C124E" w14:paraId="460AE83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EK_o7</w:t>
            </w:r>
          </w:p>
        </w:tc>
        <w:tc>
          <w:tcPr>
            <w:tcW w:w="6096" w:type="dxa"/>
            <w:tcMar/>
          </w:tcPr>
          <w:p w:rsidRPr="0010163D" w:rsidR="00BC7187" w:rsidP="3180AFCC" w:rsidRDefault="00AB2C19" w14:paraId="1E4037A4" wp14:textId="080793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>Wykorzystuje wiedzę teoretyczną z zakresu public relations do analizy działania instytucji funkcjonujących w sektorze bezpieczeństwa</w:t>
            </w:r>
            <w:r w:rsidRPr="3180AFCC" w:rsidR="128EE3E7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BA2C98" w:rsidR="00BC7187" w:rsidP="00BC7187" w:rsidRDefault="00BC28F4" w14:paraId="17B67F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6C124E">
              <w:rPr>
                <w:rFonts w:ascii="Corbel" w:hAnsi="Corbel"/>
                <w:b w:val="0"/>
                <w:szCs w:val="24"/>
              </w:rPr>
              <w:t>U12</w:t>
            </w:r>
          </w:p>
        </w:tc>
      </w:tr>
      <w:tr xmlns:wp14="http://schemas.microsoft.com/office/word/2010/wordml" w:rsidRPr="00740EEA" w:rsidR="00E163B4" w:rsidTr="3180AFCC" w14:paraId="74D7FA27" wp14:textId="77777777">
        <w:tc>
          <w:tcPr>
            <w:tcW w:w="1701" w:type="dxa"/>
            <w:tcMar/>
          </w:tcPr>
          <w:p w:rsidR="00E163B4" w:rsidP="00E163B4" w:rsidRDefault="00722222" w14:paraId="30AC25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Mar/>
          </w:tcPr>
          <w:p w:rsidRPr="0010163D" w:rsidR="00E163B4" w:rsidP="3180AFCC" w:rsidRDefault="00AB2C19" w14:paraId="322424DB" wp14:textId="2130843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>Prowadzi działania public relations z zastosowaniem norm etycznych</w:t>
            </w:r>
            <w:r w:rsidRPr="3180AFCC" w:rsidR="453CAF79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="00E163B4" w:rsidP="00E163B4" w:rsidRDefault="00BC28F4" w14:paraId="0ABE07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C124E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xmlns:wp14="http://schemas.microsoft.com/office/word/2010/wordml" w:rsidRPr="00740EEA" w:rsidR="00E5577A" w:rsidTr="3180AFCC" w14:paraId="4843DDD4" wp14:textId="77777777">
        <w:tc>
          <w:tcPr>
            <w:tcW w:w="1701" w:type="dxa"/>
            <w:tcMar/>
          </w:tcPr>
          <w:p w:rsidR="00E5577A" w:rsidP="00E5577A" w:rsidRDefault="00722222" w14:paraId="563D41B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Mar/>
          </w:tcPr>
          <w:p w:rsidRPr="0010163D" w:rsidR="00E5577A" w:rsidP="3180AFCC" w:rsidRDefault="00E5577A" w14:paraId="004C332A" wp14:textId="453FA0F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E5577A">
              <w:rPr>
                <w:rFonts w:ascii="Corbel" w:hAnsi="Corbel"/>
                <w:b w:val="0"/>
                <w:bCs w:val="0"/>
                <w:caps w:val="0"/>
                <w:smallCaps w:val="0"/>
              </w:rPr>
              <w:t>Jest przygotowany do</w:t>
            </w: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dyskusji na temat znaczenia </w:t>
            </w:r>
            <w:proofErr w:type="gramStart"/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działań </w:t>
            </w:r>
            <w:r w:rsidRPr="3180AFCC" w:rsidR="00E557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public</w:t>
            </w:r>
            <w:proofErr w:type="gramEnd"/>
            <w:r w:rsidRPr="3180AFCC" w:rsidR="00E557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relations</w:t>
            </w: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sektorze bezpieczeństwa</w:t>
            </w:r>
            <w:r w:rsidRPr="3180AFCC" w:rsidR="6E04C951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3180AFCC" w:rsidR="00AB2C1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  <w:tc>
          <w:tcPr>
            <w:tcW w:w="1873" w:type="dxa"/>
            <w:tcMar/>
          </w:tcPr>
          <w:p w:rsidR="00E5577A" w:rsidP="00E5577A" w:rsidRDefault="00BC28F4" w14:paraId="2AFA26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C124E">
              <w:rPr>
                <w:rFonts w:ascii="Corbel" w:hAnsi="Corbel"/>
                <w:b w:val="0"/>
                <w:smallCaps w:val="0"/>
                <w:szCs w:val="24"/>
              </w:rPr>
              <w:t>Ko2</w:t>
            </w:r>
          </w:p>
        </w:tc>
      </w:tr>
      <w:tr xmlns:wp14="http://schemas.microsoft.com/office/word/2010/wordml" w:rsidRPr="00740EEA" w:rsidR="00BB74CA" w:rsidTr="3180AFCC" w14:paraId="2AAE7C00" wp14:textId="77777777">
        <w:tc>
          <w:tcPr>
            <w:tcW w:w="1701" w:type="dxa"/>
            <w:tcMar/>
          </w:tcPr>
          <w:p w:rsidR="00BB74CA" w:rsidP="00E5577A" w:rsidRDefault="00BB74CA" w14:paraId="7F7E12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Mar/>
          </w:tcPr>
          <w:p w:rsidRPr="0010163D" w:rsidR="00BB74CA" w:rsidP="3180AFCC" w:rsidRDefault="00A02FC7" w14:paraId="0E11E357" wp14:textId="33F7657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A02FC7">
              <w:rPr>
                <w:rFonts w:ascii="Corbel" w:hAnsi="Corbel"/>
                <w:b w:val="0"/>
                <w:bCs w:val="0"/>
                <w:caps w:val="0"/>
                <w:smallCaps w:val="0"/>
              </w:rPr>
              <w:t>Jest świadomy znaczenia procedur antykryzysowych z obszaru public relations w instytucjach funkcjonujących w sektorze bezpieczeństwa</w:t>
            </w:r>
            <w:r w:rsidRPr="3180AFCC" w:rsidR="4939EE5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="00BB74CA" w:rsidP="00E5577A" w:rsidRDefault="00BC28F4" w14:paraId="376439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74CA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xmlns:wp14="http://schemas.microsoft.com/office/word/2010/wordml" w:rsidRPr="00740EEA" w:rsidR="006C124E" w:rsidTr="3180AFCC" w14:paraId="69F2A5DD" wp14:textId="77777777">
        <w:tc>
          <w:tcPr>
            <w:tcW w:w="1701" w:type="dxa"/>
            <w:tcMar/>
          </w:tcPr>
          <w:p w:rsidR="006C124E" w:rsidP="00E5577A" w:rsidRDefault="00FC5263" w14:paraId="29FCE2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Mar/>
          </w:tcPr>
          <w:p w:rsidRPr="0010163D" w:rsidR="006C124E" w:rsidP="3180AFCC" w:rsidRDefault="00A02FC7" w14:paraId="08D58E7C" wp14:textId="6BD4075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80AFCC" w:rsidR="00A02FC7">
              <w:rPr>
                <w:rFonts w:ascii="Corbel" w:hAnsi="Corbel"/>
                <w:b w:val="0"/>
                <w:bCs w:val="0"/>
                <w:caps w:val="0"/>
                <w:smallCaps w:val="0"/>
              </w:rPr>
              <w:t>Jest przygotowany na podstawowym poziomie do aktywności w działach PR instytucji prowadzących działalność na rzecz bezpieczeństwa</w:t>
            </w:r>
            <w:r w:rsidRPr="3180AFCC" w:rsidR="6977074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="006C124E" w:rsidP="00E5577A" w:rsidRDefault="00BC28F4" w14:paraId="621F473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C5263">
              <w:rPr>
                <w:rFonts w:ascii="Corbel" w:hAnsi="Corbel"/>
                <w:b w:val="0"/>
                <w:smallCaps w:val="0"/>
                <w:szCs w:val="24"/>
              </w:rPr>
              <w:t>K08</w:t>
            </w:r>
          </w:p>
        </w:tc>
      </w:tr>
    </w:tbl>
    <w:p xmlns:wp14="http://schemas.microsoft.com/office/word/2010/wordml" w:rsidRPr="00740EEA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40EEA" w:rsidR="0085747A" w:rsidP="009C54AE" w:rsidRDefault="00675843" w14:paraId="30A7CF1A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>3.3</w:t>
      </w:r>
      <w:r w:rsidRPr="00740EEA" w:rsidR="001D7B54">
        <w:rPr>
          <w:rFonts w:ascii="Corbel" w:hAnsi="Corbel"/>
          <w:b/>
          <w:sz w:val="24"/>
          <w:szCs w:val="24"/>
        </w:rPr>
        <w:t xml:space="preserve"> </w:t>
      </w:r>
      <w:r w:rsidRPr="00740EEA" w:rsidR="0085747A">
        <w:rPr>
          <w:rFonts w:ascii="Corbel" w:hAnsi="Corbel"/>
          <w:b/>
          <w:sz w:val="24"/>
          <w:szCs w:val="24"/>
        </w:rPr>
        <w:t>T</w:t>
      </w:r>
      <w:r w:rsidRPr="00740EEA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xmlns:wp14="http://schemas.microsoft.com/office/word/2010/wordml" w:rsidRPr="00740EEA" w:rsidR="0085747A" w:rsidP="009C54AE" w:rsidRDefault="0085747A" w14:paraId="7D0EF860" wp14:textId="69CB20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D378C56" w:rsidR="0085747A">
        <w:rPr>
          <w:rFonts w:ascii="Corbel" w:hAnsi="Corbel"/>
          <w:sz w:val="24"/>
          <w:szCs w:val="24"/>
        </w:rPr>
        <w:t xml:space="preserve">Problematyka </w:t>
      </w:r>
      <w:r w:rsidRPr="0D378C56" w:rsidR="38D6025A">
        <w:rPr>
          <w:rFonts w:ascii="Corbel" w:hAnsi="Corbel"/>
          <w:sz w:val="24"/>
          <w:szCs w:val="24"/>
        </w:rPr>
        <w:t>zajęć warsztatowych</w:t>
      </w:r>
    </w:p>
    <w:p xmlns:wp14="http://schemas.microsoft.com/office/word/2010/wordml" w:rsidRPr="00740EEA" w:rsidR="0085747A" w:rsidP="009C54AE" w:rsidRDefault="0085747A" w14:paraId="1299C43A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740EEA" w:rsidR="0085747A" w:rsidTr="00923D7D" w14:paraId="587EA2A8" wp14:textId="77777777">
        <w:tc>
          <w:tcPr>
            <w:tcW w:w="9639" w:type="dxa"/>
          </w:tcPr>
          <w:p w:rsidRPr="00740EEA" w:rsidR="0085747A" w:rsidP="009C54AE" w:rsidRDefault="0085747A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740EEA" w:rsidR="001A259E" w:rsidTr="00923D7D" w14:paraId="3927DEB2" wp14:textId="77777777">
        <w:tc>
          <w:tcPr>
            <w:tcW w:w="9639" w:type="dxa"/>
          </w:tcPr>
          <w:p w:rsidRPr="00D1700C" w:rsidR="001A259E" w:rsidP="009C54AE" w:rsidRDefault="001A259E" w14:paraId="38F2BFFA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Komunikacyjny aspekt bezpieczeństwa publicznego.</w:t>
            </w:r>
          </w:p>
        </w:tc>
      </w:tr>
      <w:tr xmlns:wp14="http://schemas.microsoft.com/office/word/2010/wordml" w:rsidRPr="00740EEA" w:rsidR="0085747A" w:rsidTr="00923D7D" w14:paraId="2846BCED" wp14:textId="77777777">
        <w:tc>
          <w:tcPr>
            <w:tcW w:w="9639" w:type="dxa"/>
          </w:tcPr>
          <w:p w:rsidRPr="00D1700C" w:rsidR="0085747A" w:rsidP="009C54AE" w:rsidRDefault="00C100C0" w14:paraId="269A0DA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modeli PR pod kątem organizacji z sektora bezpieczeństwa publicznego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85747A" w:rsidTr="00923D7D" w14:paraId="67049F2C" wp14:textId="77777777">
        <w:tc>
          <w:tcPr>
            <w:tcW w:w="9639" w:type="dxa"/>
          </w:tcPr>
          <w:p w:rsidRPr="00D1700C" w:rsidR="0085747A" w:rsidP="009C54AE" w:rsidRDefault="009927DA" w14:paraId="1A6FAD9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wewnętrznego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85747A" w:rsidTr="00923D7D" w14:paraId="523C891A" wp14:textId="77777777">
        <w:tc>
          <w:tcPr>
            <w:tcW w:w="9639" w:type="dxa"/>
          </w:tcPr>
          <w:p w:rsidRPr="00D1700C" w:rsidR="0085747A" w:rsidP="009C54AE" w:rsidRDefault="009927DA" w14:paraId="661272B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zewnętrznego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92262F" w:rsidTr="0092262F" w14:paraId="1F7567D9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1700C" w:rsidR="0092262F" w:rsidP="00E267CF" w:rsidRDefault="009927DA" w14:paraId="2030A60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sytuacji kryzysowej w sektorze bezpieczeństwa publicznego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92262F" w:rsidTr="0092262F" w14:paraId="4FBDC16F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1700C" w:rsidR="0092262F" w:rsidP="00E267CF" w:rsidRDefault="00641EF2" w14:paraId="41795EF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Praktyczne ćwiczenia z zakresu przygotowywania informacji prasowych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92262F" w:rsidTr="0092262F" w14:paraId="62542FDD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1700C" w:rsidR="0092262F" w:rsidP="00E267CF" w:rsidRDefault="009C40C6" w14:paraId="0E9A796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Symulacja konferencji prasowej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F13472" w:rsidTr="0092262F" w14:paraId="56FE9763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1700C" w:rsidR="00F13472" w:rsidP="00E267CF" w:rsidRDefault="00F13472" w14:paraId="592849F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 xml:space="preserve">Strona internetowa organizacji </w:t>
            </w:r>
            <w:r w:rsidRPr="00D1700C" w:rsidR="001A259E">
              <w:rPr>
                <w:rFonts w:ascii="Corbel" w:hAnsi="Corbel"/>
                <w:sz w:val="24"/>
                <w:szCs w:val="24"/>
              </w:rPr>
              <w:t xml:space="preserve">i media społecznościowe </w:t>
            </w:r>
            <w:r w:rsidRPr="00D1700C">
              <w:rPr>
                <w:rFonts w:ascii="Corbel" w:hAnsi="Corbel"/>
                <w:sz w:val="24"/>
                <w:szCs w:val="24"/>
              </w:rPr>
              <w:t>w działalności public relations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  <w:r w:rsidRPr="00D1700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740EEA" w:rsidR="0092262F" w:rsidTr="00E267CF" w14:paraId="1DF98F74" wp14:textId="77777777">
        <w:tc>
          <w:tcPr>
            <w:tcW w:w="9639" w:type="dxa"/>
          </w:tcPr>
          <w:p w:rsidRPr="00D1700C" w:rsidR="0092262F" w:rsidP="00E267CF" w:rsidRDefault="00641EF2" w14:paraId="03D6A33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etyki w PR</w:t>
            </w:r>
            <w:r w:rsidRPr="00D1700C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740EEA" w:rsidR="0092262F" w:rsidTr="00E267CF" w14:paraId="43784A30" wp14:textId="77777777">
        <w:tc>
          <w:tcPr>
            <w:tcW w:w="9639" w:type="dxa"/>
          </w:tcPr>
          <w:p w:rsidRPr="00326268" w:rsidR="0092262F" w:rsidP="00E267CF" w:rsidRDefault="004D479A" w14:paraId="34F7629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6268">
              <w:rPr>
                <w:rFonts w:ascii="Corbel" w:hAnsi="Corbel"/>
                <w:sz w:val="24"/>
                <w:szCs w:val="24"/>
              </w:rPr>
              <w:t>Analiza studiów przypadku z zakresu CSR</w:t>
            </w:r>
            <w:r w:rsidRPr="00326268" w:rsidR="00557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740EEA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40EEA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3.4 Metody dydaktyczne</w:t>
      </w:r>
      <w:r w:rsidRPr="00740EEA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740EEA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AB7C00" w:rsidR="00F524E8" w:rsidP="00F524E8" w:rsidRDefault="00326268" w14:paraId="58D4A1A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warsztatowe</w:t>
      </w:r>
      <w:r w:rsidRPr="00AB7C00" w:rsidR="00F524E8">
        <w:rPr>
          <w:rFonts w:ascii="Corbel" w:hAnsi="Corbel"/>
          <w:b w:val="0"/>
          <w:smallCaps w:val="0"/>
          <w:szCs w:val="24"/>
        </w:rPr>
        <w:t>: analiza i interpretacja tekstów źródłowych,</w:t>
      </w:r>
      <w:r w:rsidRPr="00AB7C00" w:rsidR="006E1ADE">
        <w:rPr>
          <w:rFonts w:ascii="Corbel" w:hAnsi="Corbel"/>
          <w:b w:val="0"/>
          <w:smallCaps w:val="0"/>
          <w:szCs w:val="24"/>
        </w:rPr>
        <w:t xml:space="preserve"> ćwiczenia praktyczne,</w:t>
      </w:r>
      <w:r w:rsidRPr="00AB7C00" w:rsidR="00F524E8">
        <w:rPr>
          <w:rFonts w:ascii="Corbel" w:hAnsi="Corbel"/>
          <w:b w:val="0"/>
          <w:smallCaps w:val="0"/>
          <w:szCs w:val="24"/>
        </w:rPr>
        <w:t xml:space="preserve"> analiza przypadków, dyskusja.</w:t>
      </w:r>
    </w:p>
    <w:p xmlns:wp14="http://schemas.microsoft.com/office/word/2010/wordml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 </w:t>
      </w:r>
      <w:r w:rsidRPr="00740EEA" w:rsidR="0085747A">
        <w:rPr>
          <w:rFonts w:ascii="Corbel" w:hAnsi="Corbel"/>
          <w:smallCaps w:val="0"/>
          <w:szCs w:val="24"/>
        </w:rPr>
        <w:t>METODY I KRYTERIA OCENY</w:t>
      </w:r>
      <w:r w:rsidRPr="00740EEA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40EEA" w:rsidR="00923D7D" w:rsidP="009C54AE" w:rsidRDefault="00923D7D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40EEA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4.1</w:t>
      </w:r>
      <w:r w:rsidR="00AA333B">
        <w:rPr>
          <w:rFonts w:ascii="Corbel" w:hAnsi="Corbel"/>
          <w:smallCaps w:val="0"/>
          <w:szCs w:val="24"/>
        </w:rPr>
        <w:t xml:space="preserve"> Sposoby weryfikacji efektów uczenia się</w:t>
      </w:r>
    </w:p>
    <w:p xmlns:wp14="http://schemas.microsoft.com/office/word/2010/wordml" w:rsidRPr="00740EEA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xmlns:wp14="http://schemas.microsoft.com/office/word/2010/wordml" w:rsidRPr="00740EEA" w:rsidR="0085747A" w:rsidTr="3180AFCC" w14:paraId="0F5FA409" wp14:textId="77777777">
        <w:tc>
          <w:tcPr>
            <w:tcW w:w="2410" w:type="dxa"/>
            <w:tcMar/>
            <w:vAlign w:val="center"/>
          </w:tcPr>
          <w:p w:rsidRPr="00740EEA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Mar/>
            <w:vAlign w:val="center"/>
          </w:tcPr>
          <w:p w:rsidRPr="00740EEA" w:rsidR="0085747A" w:rsidP="009C54AE" w:rsidRDefault="0085747A" w14:paraId="1473578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740EEA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40EE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740EEA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40EEA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740EEA" w:rsidR="0085747A" w:rsidTr="3180AFCC" w14:paraId="1C572101" wp14:textId="77777777">
        <w:tc>
          <w:tcPr>
            <w:tcW w:w="2410" w:type="dxa"/>
            <w:tcMar/>
          </w:tcPr>
          <w:p w:rsidRPr="00740EEA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40E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40E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tcMar/>
          </w:tcPr>
          <w:p w:rsidRPr="00A11B6D" w:rsidR="0085747A" w:rsidP="3180AFCC" w:rsidRDefault="00560F63" w14:paraId="68FC73FD" wp14:textId="7C20E65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6C87DCE1">
              <w:rPr>
                <w:rFonts w:ascii="Corbel" w:hAnsi="Corbel"/>
                <w:sz w:val="24"/>
                <w:szCs w:val="24"/>
              </w:rPr>
              <w:t>Dyskusja i r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ealizacja ćwiczeń w trakcie zajęć</w:t>
            </w:r>
            <w:r w:rsidRPr="3180AFCC" w:rsidR="2296E27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="005B3895" w:rsidP="005B3895" w:rsidRDefault="00F1446B" w14:paraId="7A1CE706" wp14:textId="77777777">
            <w:r>
              <w:t>warsztat</w:t>
            </w:r>
          </w:p>
          <w:p w:rsidRPr="00740EEA" w:rsidR="0085747A" w:rsidP="009C54AE" w:rsidRDefault="0085747A" w14:paraId="0562CB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85747A" w:rsidTr="3180AFCC" w14:paraId="3607A25C" wp14:textId="77777777">
        <w:tc>
          <w:tcPr>
            <w:tcW w:w="2410" w:type="dxa"/>
            <w:tcMar/>
          </w:tcPr>
          <w:p w:rsidRPr="00740EEA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0EE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Mar/>
          </w:tcPr>
          <w:p w:rsidRPr="00A11B6D" w:rsidR="0085747A" w:rsidP="3180AFCC" w:rsidRDefault="00560F63" w14:paraId="0B518C6D" wp14:textId="687C0D63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6C87DCE1">
              <w:rPr>
                <w:rFonts w:ascii="Corbel" w:hAnsi="Corbel"/>
                <w:sz w:val="24"/>
                <w:szCs w:val="24"/>
              </w:rPr>
              <w:t>Dyskusja i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 xml:space="preserve"> realizacja ćwiczeń w trakcie zajęć</w:t>
            </w:r>
            <w:r w:rsidRPr="3180AFCC" w:rsidR="4FDAAB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Mar/>
          </w:tcPr>
          <w:p w:rsidR="005B3895" w:rsidP="005B3895" w:rsidRDefault="00F1446B" w14:paraId="5EBF40BD" wp14:textId="77777777">
            <w:r>
              <w:t>warsztat</w:t>
            </w:r>
          </w:p>
          <w:p w:rsidRPr="00740EEA" w:rsidR="0085747A" w:rsidP="009C54AE" w:rsidRDefault="0085747A" w14:paraId="34CE0A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7EF0E25E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119601A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6643BC" w14:paraId="4194B71D" wp14:textId="67E3C50E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7971D0B6">
              <w:rPr>
                <w:rFonts w:ascii="Corbel" w:hAnsi="Corbel"/>
                <w:sz w:val="24"/>
                <w:szCs w:val="24"/>
              </w:rPr>
              <w:t>P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rojekt zaliczeniowy, realizacja ćwiczeń w trakcie zajęć</w:t>
            </w:r>
            <w:r w:rsidRPr="3180AFCC" w:rsidR="0B42854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12934977" wp14:textId="77777777">
            <w:r>
              <w:t>warsztat</w:t>
            </w:r>
          </w:p>
          <w:p w:rsidRPr="00740EEA" w:rsidR="00C83C7D" w:rsidP="00E267CF" w:rsidRDefault="00C83C7D" w14:paraId="62EBF3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71F3FE97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6643BC" w14:paraId="4CA1B1A1" wp14:textId="3C16993E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7971D0B6">
              <w:rPr>
                <w:rFonts w:ascii="Corbel" w:hAnsi="Corbel"/>
                <w:sz w:val="24"/>
                <w:szCs w:val="24"/>
              </w:rPr>
              <w:t>P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rojekt zaliczeniowy, realizacja ćwiczeń w trakcie zajęć</w:t>
            </w:r>
            <w:r w:rsidRPr="3180AFCC" w:rsidR="5AED53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13D06D49" wp14:textId="77777777">
            <w:r>
              <w:t>warsztat</w:t>
            </w:r>
            <w:r w:rsidR="006643BC">
              <w:t xml:space="preserve"> </w:t>
            </w:r>
          </w:p>
          <w:p w:rsidRPr="00740EEA" w:rsidR="00C83C7D" w:rsidP="00E267CF" w:rsidRDefault="00C83C7D" w14:paraId="6D98A12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5D3BCBEB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0D813C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CD01A4" w14:paraId="291D4443" wp14:textId="04FC4A26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R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ealizacja ćwiczeń w trakcie zajęć</w:t>
            </w:r>
            <w:r w:rsidRPr="3180AFCC" w:rsidR="2B1530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22EBD690" wp14:textId="77777777">
            <w:r>
              <w:t>warsztat</w:t>
            </w:r>
            <w:r w:rsidR="00E56FB0">
              <w:t xml:space="preserve"> </w:t>
            </w:r>
          </w:p>
          <w:p w:rsidRPr="00740EEA" w:rsidR="00C83C7D" w:rsidP="00E267CF" w:rsidRDefault="00C83C7D" w14:paraId="2946DB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4B21A1FA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CD01A4" w14:paraId="7F1A6768" wp14:textId="2D04328D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Dyskusja i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 xml:space="preserve"> realizacja ćwiczeń w trakcie zajęć</w:t>
            </w:r>
            <w:r w:rsidRPr="3180AFCC" w:rsidR="5D190BE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16B62324" wp14:textId="77777777">
            <w:r>
              <w:t>warsztat</w:t>
            </w:r>
          </w:p>
          <w:p w:rsidRPr="00740EEA" w:rsidR="00C83C7D" w:rsidP="00E267CF" w:rsidRDefault="00C83C7D" w14:paraId="5997CC1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C83C7D" w:rsidTr="3180AFCC" w14:paraId="518F6275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0EEA" w:rsidR="00C83C7D" w:rsidP="00E267CF" w:rsidRDefault="00C83C7D" w14:paraId="3C3A66F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1B6D" w:rsidR="00C83C7D" w:rsidP="3180AFCC" w:rsidRDefault="006643BC" w14:paraId="443F390D" wp14:textId="1F45919C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3180AFCC" w:rsidR="7971D0B6">
              <w:rPr>
                <w:rFonts w:ascii="Corbel" w:hAnsi="Corbel"/>
                <w:sz w:val="24"/>
                <w:szCs w:val="24"/>
              </w:rPr>
              <w:t>P</w:t>
            </w:r>
            <w:r w:rsidRPr="3180AFCC" w:rsidR="31783709">
              <w:rPr>
                <w:rFonts w:ascii="Corbel" w:hAnsi="Corbel"/>
                <w:sz w:val="24"/>
                <w:szCs w:val="24"/>
              </w:rPr>
              <w:t>rojekt zaliczeniowy, realizacja ćwiczeń w trakcie zajęć</w:t>
            </w:r>
            <w:r w:rsidRPr="3180AFCC" w:rsidR="64E43D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3895" w:rsidP="005B3895" w:rsidRDefault="00F1446B" w14:paraId="28519132" wp14:textId="77777777">
            <w:r>
              <w:t>warsztat</w:t>
            </w:r>
          </w:p>
          <w:p w:rsidRPr="00740EEA" w:rsidR="00C83C7D" w:rsidP="00E267CF" w:rsidRDefault="00C83C7D" w14:paraId="110FFD3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xmlns:wp14="http://schemas.microsoft.com/office/word/2010/wordml" w:rsidRPr="00740EEA" w:rsidR="00E56FB0" w:rsidTr="3180AFCC" w14:paraId="7CD4915B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E267CF" w:rsidRDefault="00E56FB0" w14:paraId="436220D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CD01A4" w14:paraId="6EF88784" wp14:textId="14195488">
            <w:pPr>
              <w:rPr>
                <w:rFonts w:ascii="Corbel" w:hAnsi="Corbel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Projekt zaliczeniowy, realizacja ćwiczeń w trakcie zajęć</w:t>
            </w:r>
            <w:r w:rsidRPr="3180AFCC" w:rsidR="5C6EE7B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F1446B" w14:paraId="4556C632" wp14:textId="77777777">
            <w:r>
              <w:t>warsztat</w:t>
            </w:r>
          </w:p>
        </w:tc>
      </w:tr>
      <w:tr xmlns:wp14="http://schemas.microsoft.com/office/word/2010/wordml" w:rsidRPr="00740EEA" w:rsidR="00E56FB0" w:rsidTr="3180AFCC" w14:paraId="2F8DC3CC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E267CF" w:rsidRDefault="00E56FB0" w14:paraId="726AE4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CD01A4" w14:paraId="55FEDE32" wp14:textId="6A79E2AC">
            <w:pPr>
              <w:rPr>
                <w:rFonts w:ascii="Corbel" w:hAnsi="Corbel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Obserwacja w trakcie zajęć</w:t>
            </w:r>
            <w:r w:rsidRPr="3180AFCC" w:rsidR="377589C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F1446B" w14:paraId="7C55D941" wp14:textId="77777777">
            <w:r>
              <w:t>warsztat</w:t>
            </w:r>
          </w:p>
        </w:tc>
      </w:tr>
      <w:tr xmlns:wp14="http://schemas.microsoft.com/office/word/2010/wordml" w:rsidRPr="00740EEA" w:rsidR="00E56FB0" w:rsidTr="3180AFCC" w14:paraId="5D0ECD42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E267CF" w:rsidRDefault="00E56FB0" w14:paraId="3FEDA7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CD01A4" w14:paraId="733320AB" wp14:textId="3D2A4673">
            <w:pPr>
              <w:rPr>
                <w:rFonts w:ascii="Corbel" w:hAnsi="Corbel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Obserwacja w trakcie zajęć</w:t>
            </w:r>
            <w:r w:rsidRPr="3180AFCC" w:rsidR="377589C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F1446B" w14:paraId="7BD13BB4" wp14:textId="77777777">
            <w:r>
              <w:t>warsztat</w:t>
            </w:r>
          </w:p>
        </w:tc>
      </w:tr>
      <w:tr xmlns:wp14="http://schemas.microsoft.com/office/word/2010/wordml" w:rsidRPr="00740EEA" w:rsidR="00E56FB0" w:rsidTr="3180AFCC" w14:paraId="2A05994B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E267CF" w:rsidRDefault="00E56FB0" w14:paraId="0347858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CD01A4" w14:paraId="7F6D45C9" wp14:textId="3475F2A7">
            <w:pPr>
              <w:rPr>
                <w:rFonts w:ascii="Corbel" w:hAnsi="Corbel"/>
                <w:sz w:val="24"/>
                <w:szCs w:val="24"/>
              </w:rPr>
            </w:pPr>
            <w:r w:rsidRPr="3180AFCC" w:rsidR="313243E8">
              <w:rPr>
                <w:rFonts w:ascii="Corbel" w:hAnsi="Corbel"/>
                <w:sz w:val="24"/>
                <w:szCs w:val="24"/>
              </w:rPr>
              <w:t>Projekt zaliczeniowy, realizacja ćwiczeń w trakcie zajęć</w:t>
            </w:r>
            <w:r w:rsidRPr="3180AFCC" w:rsidR="7200189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6FB0" w:rsidP="005B3895" w:rsidRDefault="00F1446B" w14:paraId="07CCD63A" wp14:textId="77777777">
            <w:r>
              <w:t>warsztat</w:t>
            </w:r>
          </w:p>
        </w:tc>
      </w:tr>
    </w:tbl>
    <w:p xmlns:wp14="http://schemas.microsoft.com/office/word/2010/wordml" w:rsidR="00C83C7D" w:rsidP="009C54AE" w:rsidRDefault="00C83C7D" w14:paraId="6B699379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xmlns:wp14="http://schemas.microsoft.com/office/word/2010/wordml" w:rsidRPr="00740EEA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4.2 </w:t>
      </w:r>
      <w:r w:rsidRPr="00740EE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40EEA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40EEA" w:rsidR="00923D7D" w:rsidP="009C54AE" w:rsidRDefault="00923D7D" w14:paraId="3FE9F23F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740EEA" w:rsidR="0085747A" w:rsidTr="3180AFCC" w14:paraId="4E990B94" wp14:textId="77777777">
        <w:tc>
          <w:tcPr>
            <w:tcW w:w="9670" w:type="dxa"/>
            <w:tcMar/>
          </w:tcPr>
          <w:p w:rsidR="003B568C" w:rsidP="000A2B2F" w:rsidRDefault="00824913" w14:paraId="2DF2BF60" wp14:textId="469DF6AD">
            <w:pPr>
              <w:pStyle w:val="Tekstpodstawowy"/>
              <w:rPr>
                <w:rFonts w:ascii="Corbel" w:hAnsi="Corbel" w:eastAsia="Tahoma" w:cs="Calibri"/>
                <w:color w:val="000000"/>
                <w:sz w:val="24"/>
                <w:szCs w:val="24"/>
              </w:rPr>
            </w:pPr>
            <w:r w:rsidRPr="61042571" w:rsidR="5204E2F4">
              <w:rPr>
                <w:rFonts w:ascii="Corbel" w:hAnsi="Corbel" w:eastAsia="Tahoma" w:cs="Calibri"/>
                <w:color w:val="000000" w:themeColor="text1" w:themeTint="FF" w:themeShade="FF"/>
                <w:sz w:val="24"/>
                <w:szCs w:val="24"/>
              </w:rPr>
              <w:t>Projekt z</w:t>
            </w:r>
            <w:r w:rsidRPr="61042571" w:rsidR="00824913">
              <w:rPr>
                <w:rFonts w:ascii="Corbel" w:hAnsi="Corbel" w:eastAsia="Tahoma" w:cs="Calibri"/>
                <w:color w:val="000000" w:themeColor="text1" w:themeTint="FF" w:themeShade="FF"/>
                <w:sz w:val="24"/>
                <w:szCs w:val="24"/>
              </w:rPr>
              <w:t>aliczeni</w:t>
            </w:r>
            <w:r w:rsidRPr="61042571" w:rsidR="5A017104">
              <w:rPr>
                <w:rFonts w:ascii="Corbel" w:hAnsi="Corbel" w:eastAsia="Tahoma" w:cs="Calibri"/>
                <w:color w:val="000000" w:themeColor="text1" w:themeTint="FF" w:themeShade="FF"/>
                <w:sz w:val="24"/>
                <w:szCs w:val="24"/>
              </w:rPr>
              <w:t>owy:</w:t>
            </w:r>
          </w:p>
          <w:p w:rsidRPr="00740EEA" w:rsidR="0085747A" w:rsidP="61042571" w:rsidRDefault="006D1C04" w14:paraId="5EEF71F6" wp14:textId="46056383">
            <w:pPr>
              <w:pStyle w:val="Tekstpodstawowy"/>
              <w:numPr>
                <w:ilvl w:val="0"/>
                <w:numId w:val="3"/>
              </w:numPr>
              <w:jc w:val="both"/>
              <w:rPr>
                <w:rFonts w:ascii="Corbel" w:hAnsi="Corbel" w:eastAsia="Corbel" w:cs="Corbel"/>
                <w:smallCaps w:val="1"/>
                <w:sz w:val="24"/>
                <w:szCs w:val="24"/>
              </w:rPr>
            </w:pPr>
            <w:r w:rsidRPr="61042571" w:rsidR="184F6739">
              <w:rPr>
                <w:rFonts w:ascii="Corbel" w:hAnsi="Corbel"/>
                <w:sz w:val="24"/>
                <w:szCs w:val="24"/>
              </w:rPr>
              <w:t>Projekt realizowany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w grupach. Każda grupa studentów musi przygotować projekt działań public relations</w:t>
            </w:r>
            <w:r w:rsidRPr="61042571" w:rsidR="002A1FA4">
              <w:rPr>
                <w:rFonts w:ascii="Corbel" w:hAnsi="Corbel"/>
                <w:sz w:val="24"/>
                <w:szCs w:val="24"/>
              </w:rPr>
              <w:t xml:space="preserve"> instytucji</w:t>
            </w:r>
            <w:r w:rsidRPr="61042571" w:rsidR="4B9E4C90">
              <w:rPr>
                <w:rFonts w:ascii="Corbel" w:hAnsi="Corbel"/>
                <w:sz w:val="24"/>
                <w:szCs w:val="24"/>
              </w:rPr>
              <w:t>, organizacji lub przedsiębiorstwa</w:t>
            </w:r>
            <w:r w:rsidRPr="61042571" w:rsidR="002A1FA4">
              <w:rPr>
                <w:rFonts w:ascii="Corbel" w:hAnsi="Corbel"/>
                <w:sz w:val="24"/>
                <w:szCs w:val="24"/>
              </w:rPr>
              <w:t xml:space="preserve"> związane</w:t>
            </w:r>
            <w:r w:rsidRPr="61042571" w:rsidR="2F05940E">
              <w:rPr>
                <w:rFonts w:ascii="Corbel" w:hAnsi="Corbel"/>
                <w:sz w:val="24"/>
                <w:szCs w:val="24"/>
              </w:rPr>
              <w:t>go</w:t>
            </w:r>
            <w:r w:rsidRPr="61042571" w:rsidR="002A1FA4">
              <w:rPr>
                <w:rFonts w:ascii="Corbel" w:hAnsi="Corbel"/>
                <w:sz w:val="24"/>
                <w:szCs w:val="24"/>
              </w:rPr>
              <w:t xml:space="preserve"> z sektorem bezpieczeństwa publicznego.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Projekt powinien obejmować</w:t>
            </w:r>
            <w:r w:rsidRPr="61042571" w:rsidR="27405E62">
              <w:rPr>
                <w:rFonts w:ascii="Corbel" w:hAnsi="Corbel"/>
                <w:sz w:val="24"/>
                <w:szCs w:val="24"/>
              </w:rPr>
              <w:t xml:space="preserve"> następujące elementy: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740EEA" w:rsidR="0085747A" w:rsidP="61042571" w:rsidRDefault="006D1C04" w14:paraId="0987C63A" wp14:textId="4776296C">
            <w:pPr>
              <w:pStyle w:val="Tekstpodstawowy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61042571" w:rsidR="168C2C68">
              <w:rPr>
                <w:rFonts w:ascii="Corbel" w:hAnsi="Corbel" w:eastAsia="Calibri" w:cs="Times New Roman"/>
                <w:sz w:val="24"/>
                <w:szCs w:val="24"/>
              </w:rPr>
              <w:t>u</w:t>
            </w:r>
            <w:r w:rsidRPr="61042571" w:rsidR="7E7738DF">
              <w:rPr>
                <w:rFonts w:ascii="Corbel" w:hAnsi="Corbel" w:eastAsia="Calibri" w:cs="Times New Roman"/>
                <w:sz w:val="24"/>
                <w:szCs w:val="24"/>
              </w:rPr>
              <w:t>zasadnienie konieczności działań z obszaru PR wybranej instytucji,</w:t>
            </w:r>
            <w:r w:rsidRPr="61042571" w:rsidR="09A0EDAE">
              <w:rPr>
                <w:rFonts w:ascii="Corbel" w:hAnsi="Corbel" w:eastAsia="Calibri" w:cs="Times New Roman"/>
                <w:sz w:val="24"/>
                <w:szCs w:val="24"/>
              </w:rPr>
              <w:t xml:space="preserve"> organizacji lub przedsiębiorstwa,</w:t>
            </w:r>
            <w:r w:rsidRPr="61042571" w:rsidR="7E7738DF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  <w:p w:rsidRPr="00740EEA" w:rsidR="0085747A" w:rsidP="61042571" w:rsidRDefault="006D1C04" w14:paraId="4786A5B1" wp14:textId="0A956F5D">
            <w:pPr>
              <w:pStyle w:val="Tekstpodstawowy"/>
              <w:numPr>
                <w:ilvl w:val="0"/>
                <w:numId w:val="3"/>
              </w:numPr>
              <w:jc w:val="both"/>
              <w:rPr>
                <w:smallCaps w:val="1"/>
                <w:sz w:val="24"/>
                <w:szCs w:val="24"/>
              </w:rPr>
            </w:pPr>
            <w:r w:rsidRPr="61042571" w:rsidR="006D1C04">
              <w:rPr>
                <w:rFonts w:ascii="Corbel" w:hAnsi="Corbel"/>
                <w:sz w:val="24"/>
                <w:szCs w:val="24"/>
              </w:rPr>
              <w:t>cele działań z zakresu public relations</w:t>
            </w:r>
            <w:r w:rsidRPr="61042571" w:rsidR="10A9C826">
              <w:rPr>
                <w:rFonts w:ascii="Corbel" w:hAnsi="Corbel"/>
                <w:sz w:val="24"/>
                <w:szCs w:val="24"/>
              </w:rPr>
              <w:t xml:space="preserve"> wewnętrznego lub zewnętrznego,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740EEA" w:rsidR="0085747A" w:rsidP="61042571" w:rsidRDefault="006D1C04" w14:paraId="54A4AE22" wp14:textId="3B3B7F8F">
            <w:pPr>
              <w:pStyle w:val="Tekstpodstawowy"/>
              <w:numPr>
                <w:ilvl w:val="0"/>
                <w:numId w:val="3"/>
              </w:numPr>
              <w:jc w:val="both"/>
              <w:rPr>
                <w:smallCaps w:val="1"/>
                <w:sz w:val="24"/>
                <w:szCs w:val="24"/>
              </w:rPr>
            </w:pPr>
            <w:r w:rsidRPr="61042571" w:rsidR="006D1C04">
              <w:rPr>
                <w:rFonts w:ascii="Corbel" w:hAnsi="Corbel"/>
                <w:sz w:val="24"/>
                <w:szCs w:val="24"/>
              </w:rPr>
              <w:t>planowane do wykorzystania narzędzia</w:t>
            </w:r>
            <w:r w:rsidRPr="61042571" w:rsidR="54BB1891">
              <w:rPr>
                <w:rFonts w:ascii="Corbel" w:hAnsi="Corbel"/>
                <w:sz w:val="24"/>
                <w:szCs w:val="24"/>
              </w:rPr>
              <w:t xml:space="preserve"> z obszaru PR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Pr="00740EEA" w:rsidR="0085747A" w:rsidP="61042571" w:rsidRDefault="006D1C04" w14:paraId="544BD27B" wp14:textId="0B0C6980">
            <w:pPr>
              <w:pStyle w:val="Tekstpodstawowy"/>
              <w:numPr>
                <w:ilvl w:val="0"/>
                <w:numId w:val="3"/>
              </w:numPr>
              <w:jc w:val="both"/>
              <w:rPr>
                <w:smallCaps w:val="1"/>
                <w:sz w:val="24"/>
                <w:szCs w:val="24"/>
              </w:rPr>
            </w:pPr>
            <w:r w:rsidRPr="61042571" w:rsidR="006D1C04">
              <w:rPr>
                <w:rFonts w:ascii="Corbel" w:hAnsi="Corbel"/>
                <w:sz w:val="24"/>
                <w:szCs w:val="24"/>
              </w:rPr>
              <w:t>planowane efekty kampanii</w:t>
            </w:r>
            <w:r w:rsidRPr="61042571" w:rsidR="002A1FA4">
              <w:rPr>
                <w:rFonts w:ascii="Corbel" w:hAnsi="Corbel"/>
                <w:sz w:val="24"/>
                <w:szCs w:val="24"/>
              </w:rPr>
              <w:t xml:space="preserve"> lub działania podejmowane w związku z kryzysem wizerunkowym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740EEA" w:rsidR="0085747A" w:rsidP="61042571" w:rsidRDefault="006D1C04" w14:paraId="0A2920BB" wp14:textId="7DFD389D">
            <w:pPr>
              <w:pStyle w:val="Tekstpodstawowy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3180AFCC" w:rsidR="4BDA4F7A">
              <w:rPr>
                <w:rFonts w:ascii="Corbel" w:hAnsi="Corbel"/>
                <w:sz w:val="24"/>
                <w:szCs w:val="24"/>
              </w:rPr>
              <w:t xml:space="preserve">Pracę należy przygotować w formie prezentacji </w:t>
            </w:r>
            <w:r w:rsidRPr="3180AFCC" w:rsidR="73FB1800">
              <w:rPr>
                <w:rFonts w:ascii="Corbel" w:hAnsi="Corbel"/>
                <w:sz w:val="24"/>
                <w:szCs w:val="24"/>
              </w:rPr>
              <w:t xml:space="preserve">w programie </w:t>
            </w:r>
            <w:proofErr w:type="spellStart"/>
            <w:r w:rsidRPr="3180AFCC" w:rsidR="4BDA4F7A">
              <w:rPr>
                <w:rFonts w:ascii="Corbel" w:hAnsi="Corbel"/>
                <w:sz w:val="24"/>
                <w:szCs w:val="24"/>
              </w:rPr>
              <w:t>power</w:t>
            </w:r>
            <w:proofErr w:type="spellEnd"/>
            <w:r w:rsidRPr="3180AFCC" w:rsidR="4BDA4F7A">
              <w:rPr>
                <w:rFonts w:ascii="Corbel" w:hAnsi="Corbel"/>
                <w:sz w:val="24"/>
                <w:szCs w:val="24"/>
              </w:rPr>
              <w:t xml:space="preserve"> point lub innym. </w:t>
            </w:r>
            <w:r w:rsidRPr="3180AFCC" w:rsidR="7E64DC89">
              <w:rPr>
                <w:rFonts w:ascii="Corbel" w:hAnsi="Corbel"/>
                <w:sz w:val="24"/>
                <w:szCs w:val="24"/>
              </w:rPr>
              <w:t xml:space="preserve">W grupie może być maksymalnie 3 osoby. </w:t>
            </w:r>
            <w:r w:rsidRPr="3180AFCC" w:rsidR="06D77EAD">
              <w:rPr>
                <w:rFonts w:ascii="Corbel" w:hAnsi="Corbel"/>
                <w:sz w:val="24"/>
                <w:szCs w:val="24"/>
              </w:rPr>
              <w:t>Przy ocenie brane są pod uwagę</w:t>
            </w:r>
            <w:r w:rsidRPr="3180AFCC" w:rsidR="492419DD">
              <w:rPr>
                <w:rFonts w:ascii="Corbel" w:hAnsi="Corbel"/>
                <w:sz w:val="24"/>
                <w:szCs w:val="24"/>
              </w:rPr>
              <w:t xml:space="preserve"> kompletność zawartości merytorycznej projektu,</w:t>
            </w:r>
            <w:r w:rsidRPr="3180AFCC" w:rsidR="06D77EAD">
              <w:rPr>
                <w:rFonts w:ascii="Corbel" w:hAnsi="Corbel"/>
                <w:sz w:val="24"/>
                <w:szCs w:val="24"/>
              </w:rPr>
              <w:t xml:space="preserve"> kreatywność przy wyborze strategii </w:t>
            </w:r>
            <w:r w:rsidRPr="3180AFCC" w:rsidR="7BFD062C">
              <w:rPr>
                <w:rFonts w:ascii="Corbel" w:hAnsi="Corbel"/>
                <w:sz w:val="24"/>
                <w:szCs w:val="24"/>
              </w:rPr>
              <w:t>i narzędzi z obszaru</w:t>
            </w:r>
            <w:r w:rsidRPr="3180AFCC" w:rsidR="06D77EAD">
              <w:rPr>
                <w:rFonts w:ascii="Corbel" w:hAnsi="Corbel"/>
                <w:sz w:val="24"/>
                <w:szCs w:val="24"/>
              </w:rPr>
              <w:t xml:space="preserve"> PR,</w:t>
            </w:r>
            <w:r w:rsidRPr="3180AFCC" w:rsidR="7E069BD8">
              <w:rPr>
                <w:rFonts w:ascii="Corbel" w:hAnsi="Corbel"/>
                <w:sz w:val="24"/>
                <w:szCs w:val="24"/>
              </w:rPr>
              <w:t xml:space="preserve"> poprawność stosowanej terminologii.</w:t>
            </w:r>
            <w:r w:rsidRPr="3180AFCC" w:rsidR="06D77EAD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:rsidRPr="00740EEA" w:rsidR="0085747A" w:rsidP="61042571" w:rsidRDefault="006D1C04" w14:paraId="4FFFF389" wp14:textId="5DB41456">
            <w:pPr>
              <w:pStyle w:val="Tekstpodstawowy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Aktywność w trakcie </w:t>
            </w:r>
            <w:r w:rsidRPr="61042571" w:rsidR="0553C84C">
              <w:rPr>
                <w:rFonts w:ascii="Corbel" w:hAnsi="Corbel"/>
                <w:sz w:val="24"/>
                <w:szCs w:val="24"/>
              </w:rPr>
              <w:t xml:space="preserve">ćwiczeń realizowanych </w:t>
            </w:r>
            <w:r w:rsidRPr="61042571" w:rsidR="2EED8A3F">
              <w:rPr>
                <w:rFonts w:ascii="Corbel" w:hAnsi="Corbel"/>
                <w:sz w:val="24"/>
                <w:szCs w:val="24"/>
              </w:rPr>
              <w:t>podczas</w:t>
            </w:r>
            <w:r w:rsidRPr="61042571" w:rsidR="0553C84C">
              <w:rPr>
                <w:rFonts w:ascii="Corbel" w:hAnsi="Corbel"/>
                <w:sz w:val="24"/>
                <w:szCs w:val="24"/>
              </w:rPr>
              <w:t xml:space="preserve"> zajęć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 xml:space="preserve"> wpływa na podniesienie oceny</w:t>
            </w:r>
            <w:r w:rsidRPr="61042571" w:rsidR="0E3FFCD8">
              <w:rPr>
                <w:rFonts w:ascii="Corbel" w:hAnsi="Corbel"/>
                <w:sz w:val="24"/>
                <w:szCs w:val="24"/>
              </w:rPr>
              <w:t xml:space="preserve"> końcowej</w:t>
            </w:r>
            <w:r w:rsidRPr="61042571" w:rsidR="006D1C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740EEA" w:rsidR="0085747A" w:rsidP="009C54AE" w:rsidRDefault="008574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5. </w:t>
      </w:r>
      <w:r w:rsidRPr="00740EE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740EEA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740EEA" w:rsidR="0085747A" w:rsidTr="003E1941" w14:paraId="63D9DE79" wp14:textId="77777777">
        <w:tc>
          <w:tcPr>
            <w:tcW w:w="4962" w:type="dxa"/>
            <w:vAlign w:val="center"/>
          </w:tcPr>
          <w:p w:rsidRPr="00740EEA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40EE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0E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40EEA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40EE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40EE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0E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740EEA" w:rsidR="0085747A" w:rsidTr="00923D7D" w14:paraId="208933E7" wp14:textId="77777777">
        <w:tc>
          <w:tcPr>
            <w:tcW w:w="4962" w:type="dxa"/>
          </w:tcPr>
          <w:p w:rsidRPr="00740EEA" w:rsidR="0085747A" w:rsidP="009C54AE" w:rsidRDefault="00C61DC5" w14:paraId="3922650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G</w:t>
            </w:r>
            <w:r w:rsidRPr="00740EE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40EEA">
              <w:rPr>
                <w:rFonts w:ascii="Corbel" w:hAnsi="Corbel"/>
                <w:sz w:val="24"/>
                <w:szCs w:val="24"/>
              </w:rPr>
              <w:t>kontaktowe</w:t>
            </w:r>
            <w:r w:rsidRPr="00740EE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40EEA">
              <w:rPr>
                <w:rFonts w:ascii="Corbel" w:hAnsi="Corbel"/>
                <w:sz w:val="24"/>
                <w:szCs w:val="24"/>
              </w:rPr>
              <w:t>ynikające</w:t>
            </w:r>
            <w:r w:rsidRPr="00740EEA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740E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740EEA" w:rsidR="0085747A" w:rsidP="009C54AE" w:rsidRDefault="00FC1BE6" w14:paraId="72A4FFC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740EEA" w:rsidR="00C61DC5" w:rsidTr="00923D7D" w14:paraId="3D78DB96" wp14:textId="77777777">
        <w:tc>
          <w:tcPr>
            <w:tcW w:w="4962" w:type="dxa"/>
          </w:tcPr>
          <w:p w:rsidRPr="00740EEA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740EEA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740EEA" w:rsidR="00C61DC5" w:rsidP="009C54AE" w:rsidRDefault="005611C1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740EEA" w:rsidR="00C61DC5" w:rsidTr="00923D7D" w14:paraId="121E97EC" wp14:textId="77777777">
        <w:tc>
          <w:tcPr>
            <w:tcW w:w="4962" w:type="dxa"/>
          </w:tcPr>
          <w:p w:rsidRPr="00740EEA" w:rsidR="00C61DC5" w:rsidP="00B04A84" w:rsidRDefault="00C61DC5" w14:paraId="16761B5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40E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40EE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04A84">
              <w:rPr>
                <w:rFonts w:ascii="Corbel" w:hAnsi="Corbel"/>
                <w:sz w:val="24"/>
                <w:szCs w:val="24"/>
              </w:rPr>
              <w:t xml:space="preserve"> (przygotowanie do zaję</w:t>
            </w:r>
            <w:r w:rsidR="00EF7900">
              <w:rPr>
                <w:rFonts w:ascii="Corbel" w:hAnsi="Corbel"/>
                <w:sz w:val="24"/>
                <w:szCs w:val="24"/>
              </w:rPr>
              <w:t>ć, przygotowanie</w:t>
            </w:r>
            <w:r w:rsidR="00B04A84">
              <w:rPr>
                <w:rFonts w:ascii="Corbel" w:hAnsi="Corbel"/>
                <w:sz w:val="24"/>
                <w:szCs w:val="24"/>
              </w:rPr>
              <w:t xml:space="preserve"> pracy projektowej, samodzielne studiowanie literatury</w:t>
            </w:r>
            <w:r w:rsidRPr="00740E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740EEA" w:rsidR="00C61DC5" w:rsidP="009C54AE" w:rsidRDefault="00EF7900" w14:paraId="4BFDD70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611C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740EEA" w:rsidR="0085747A" w:rsidTr="00923D7D" w14:paraId="4D6280AD" wp14:textId="77777777">
        <w:tc>
          <w:tcPr>
            <w:tcW w:w="4962" w:type="dxa"/>
          </w:tcPr>
          <w:p w:rsidRPr="00740EEA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40EEA" w:rsidR="0085747A" w:rsidP="009C54AE" w:rsidRDefault="00EF7900" w14:paraId="6886189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740EEA" w:rsidR="0085747A" w:rsidTr="00923D7D" w14:paraId="0AD00C0E" wp14:textId="77777777">
        <w:tc>
          <w:tcPr>
            <w:tcW w:w="4962" w:type="dxa"/>
          </w:tcPr>
          <w:p w:rsidRPr="00740EEA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40EEA" w:rsidR="0085747A" w:rsidP="009C54AE" w:rsidRDefault="00EF7900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40EEA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0EE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40EE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740EEA" w:rsidR="003E1941" w:rsidP="009C54AE" w:rsidRDefault="003E1941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85747A" w:rsidP="009C54AE" w:rsidRDefault="0071620A" w14:paraId="16E3DD5A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6. </w:t>
      </w:r>
      <w:r w:rsidRPr="00740EEA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740EEA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40EEA" w:rsidR="0085747A" w:rsidP="009C54AE" w:rsidRDefault="0085747A" w14:paraId="6BB9E253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09"/>
        <w:gridCol w:w="5444"/>
      </w:tblGrid>
      <w:tr xmlns:wp14="http://schemas.microsoft.com/office/word/2010/wordml" w:rsidRPr="00740EEA" w:rsidR="0085747A" w:rsidTr="00740EEA" w14:paraId="146D6691" wp14:textId="77777777">
        <w:trPr>
          <w:trHeight w:val="397"/>
        </w:trPr>
        <w:tc>
          <w:tcPr>
            <w:tcW w:w="3544" w:type="dxa"/>
          </w:tcPr>
          <w:p w:rsidRPr="00740EEA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740EEA" w:rsidR="0085747A" w:rsidP="009C54AE" w:rsidRDefault="0085747A" w14:paraId="23DE523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740EEA" w:rsidR="0085747A" w:rsidTr="00740EEA" w14:paraId="05EFD703" wp14:textId="77777777">
        <w:trPr>
          <w:trHeight w:val="397"/>
        </w:trPr>
        <w:tc>
          <w:tcPr>
            <w:tcW w:w="3544" w:type="dxa"/>
          </w:tcPr>
          <w:p w:rsidRPr="00740EEA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740EEA" w:rsidR="0085747A" w:rsidP="009C54AE" w:rsidRDefault="0085747A" w14:paraId="52E562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740EEA" w:rsidR="003E1941" w:rsidP="009C54AE" w:rsidRDefault="003E1941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7. </w:t>
      </w:r>
      <w:r w:rsidRPr="00740EEA" w:rsidR="0085747A">
        <w:rPr>
          <w:rFonts w:ascii="Corbel" w:hAnsi="Corbel"/>
          <w:smallCaps w:val="0"/>
          <w:szCs w:val="24"/>
        </w:rPr>
        <w:t>LITERATURA</w:t>
      </w:r>
      <w:r w:rsidRPr="00740EEA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40EEA" w:rsidR="00675843" w:rsidP="009C54AE" w:rsidRDefault="00675843" w14:paraId="5043CB0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xmlns:wp14="http://schemas.microsoft.com/office/word/2010/wordml" w:rsidRPr="00740EEA" w:rsidR="0085747A" w:rsidTr="0D378C56" w14:paraId="61559B19" wp14:textId="77777777">
        <w:trPr>
          <w:trHeight w:val="397"/>
        </w:trPr>
        <w:tc>
          <w:tcPr>
            <w:tcW w:w="9072" w:type="dxa"/>
            <w:tcMar/>
          </w:tcPr>
          <w:p w:rsidRPr="00740EEA" w:rsidR="0085747A" w:rsidP="61042571" w:rsidRDefault="0085747A" w14:paraId="14C3606E" wp14:textId="247A5FF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042571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  <w:r w:rsidRPr="61042571" w:rsidR="1237325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Pr="00740EEA" w:rsidR="0085747A" w:rsidP="61042571" w:rsidRDefault="0085747A" w14:paraId="57819032" wp14:textId="3135AB3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740EEA" w:rsidR="0085747A" w:rsidP="61042571" w:rsidRDefault="0085747A" w14:paraId="729C9695" wp14:textId="4E5DCE8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042571" w:rsidR="1237325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Tworzydło D., </w:t>
            </w:r>
            <w:r w:rsidRPr="61042571" w:rsidR="1237325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Public relations praktycznie</w:t>
            </w:r>
            <w:r w:rsidRPr="61042571" w:rsidR="1237325C">
              <w:rPr>
                <w:rFonts w:ascii="Corbel" w:hAnsi="Corbel"/>
                <w:b w:val="0"/>
                <w:bCs w:val="0"/>
                <w:caps w:val="0"/>
                <w:smallCaps w:val="0"/>
              </w:rPr>
              <w:t>, Rzeszów 2017.</w:t>
            </w:r>
          </w:p>
          <w:p w:rsidRPr="00740EEA" w:rsidR="00A44D74" w:rsidP="61042571" w:rsidRDefault="00291662" w14:paraId="08FBE967" wp14:textId="430FF2BE">
            <w:pPr>
              <w:pStyle w:val="Punktygwne"/>
              <w:spacing w:before="0" w:after="0"/>
              <w:ind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740EEA" w:rsidR="00A44D74" w:rsidP="61042571" w:rsidRDefault="00291662" w14:paraId="19892AE3" wp14:textId="6914B9F4">
            <w:pPr>
              <w:pStyle w:val="Punktygwne"/>
              <w:spacing w:before="0" w:after="0"/>
              <w:ind/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proofErr w:type="spellStart"/>
            <w:r w:rsidRPr="61042571" w:rsidR="1092CAB5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Lidwa</w:t>
            </w:r>
            <w:proofErr w:type="spellEnd"/>
            <w:r w:rsidRPr="61042571" w:rsidR="1092CAB5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 W. (red.), </w:t>
            </w:r>
            <w:r w:rsidRPr="61042571" w:rsidR="1092CAB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4"/>
                <w:szCs w:val="24"/>
              </w:rPr>
              <w:t>Kształ</w:t>
            </w:r>
            <w:r w:rsidRPr="61042571" w:rsidR="5B80AA8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4"/>
                <w:szCs w:val="24"/>
              </w:rPr>
              <w:t>t</w:t>
            </w:r>
            <w:r w:rsidRPr="61042571" w:rsidR="1092CAB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4"/>
                <w:szCs w:val="24"/>
              </w:rPr>
              <w:t>owanie bezpieczeństwa publicznego w warunkach współczesnych zagrożeń</w:t>
            </w:r>
            <w:r w:rsidRPr="61042571" w:rsidR="1092CAB5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, Warszawa 2019.</w:t>
            </w:r>
          </w:p>
          <w:p w:rsidRPr="00740EEA" w:rsidR="00A44D74" w:rsidP="61042571" w:rsidRDefault="00291662" w14:paraId="26D7C7F1" wp14:textId="27576F09">
            <w:pPr>
              <w:pStyle w:val="Normalny"/>
              <w:ind w:left="567" w:hanging="567"/>
              <w:rPr>
                <w:rFonts w:ascii="Calibri" w:hAnsi="Calibri" w:eastAsia="Calibri" w:cs="Times New Roman"/>
                <w:sz w:val="22"/>
                <w:szCs w:val="22"/>
              </w:rPr>
            </w:pPr>
          </w:p>
        </w:tc>
      </w:tr>
      <w:tr xmlns:wp14="http://schemas.microsoft.com/office/word/2010/wordml" w:rsidRPr="00740EEA" w:rsidR="0085747A" w:rsidTr="0D378C56" w14:paraId="07C37C16" wp14:textId="77777777">
        <w:trPr>
          <w:trHeight w:val="397"/>
        </w:trPr>
        <w:tc>
          <w:tcPr>
            <w:tcW w:w="9072" w:type="dxa"/>
            <w:tcMar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61042571" w:rsidP="61042571" w:rsidRDefault="61042571" w14:paraId="00F0BB79" w14:textId="10EC14A1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65698" w:rsidP="009C54AE" w:rsidRDefault="00065698" w14:paraId="23735E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 w:rsidR="3E16493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Tworzydło D., </w:t>
            </w:r>
            <w:r w:rsidRPr="61042571" w:rsidR="3E16493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Zarządzanie w kryzysie wizerunkowym</w:t>
            </w:r>
            <w:r w:rsidRPr="61042571" w:rsidR="3E16493B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2019.</w:t>
            </w:r>
          </w:p>
          <w:p w:rsidR="61042571" w:rsidP="61042571" w:rsidRDefault="61042571" w14:paraId="576985DE" w14:textId="33B32348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111FC12E" w:rsidP="61042571" w:rsidRDefault="111FC12E" wp14:noSpellErr="1" w14:paraId="50F75982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 w:rsidR="111FC12E">
              <w:rPr>
                <w:rFonts w:ascii="Corbel" w:hAnsi="Corbel" w:cs="Calibri"/>
                <w:sz w:val="24"/>
                <w:szCs w:val="24"/>
              </w:rPr>
              <w:t xml:space="preserve">Wolny-Zmorzyński K. (red.), </w:t>
            </w:r>
            <w:r w:rsidRPr="61042571" w:rsidR="111FC12E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Rzecznik prasowy policji. Etyka-prawo-praktyka</w:t>
            </w:r>
            <w:r w:rsidRPr="61042571" w:rsidR="111FC12E">
              <w:rPr>
                <w:rFonts w:ascii="Corbel" w:hAnsi="Corbel" w:cs="Calibri"/>
                <w:sz w:val="24"/>
                <w:szCs w:val="24"/>
              </w:rPr>
              <w:t>, Toruń 2020.</w:t>
            </w:r>
          </w:p>
          <w:p w:rsidR="111FC12E" w:rsidP="61042571" w:rsidRDefault="111FC12E" wp14:noSpellErr="1" w14:paraId="6338D20F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 w:rsidR="111FC12E">
              <w:rPr>
                <w:rFonts w:ascii="Corbel" w:hAnsi="Corbel" w:cs="Calibri"/>
                <w:sz w:val="24"/>
                <w:szCs w:val="24"/>
              </w:rPr>
              <w:t xml:space="preserve">Kuca P., </w:t>
            </w:r>
            <w:r w:rsidRPr="61042571" w:rsidR="111FC12E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Komunikacja z mediami: prasa, Internet</w:t>
            </w:r>
            <w:r w:rsidRPr="61042571" w:rsidR="111FC12E">
              <w:rPr>
                <w:rFonts w:ascii="Corbel" w:hAnsi="Corbel" w:cs="Calibri"/>
                <w:sz w:val="24"/>
                <w:szCs w:val="24"/>
              </w:rPr>
              <w:t xml:space="preserve"> [w:] Wolny-Zmorzyński K. (red.), </w:t>
            </w:r>
            <w:r w:rsidRPr="61042571" w:rsidR="111FC12E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Rzecznik prasowy policji. Etyka-prawo-praktyka,</w:t>
            </w:r>
            <w:r w:rsidRPr="61042571" w:rsidR="111FC12E">
              <w:rPr>
                <w:rFonts w:ascii="Corbel" w:hAnsi="Corbel" w:cs="Calibri"/>
                <w:sz w:val="24"/>
                <w:szCs w:val="24"/>
              </w:rPr>
              <w:t xml:space="preserve"> Toruń 2020.</w:t>
            </w:r>
          </w:p>
          <w:p w:rsidR="3214FD77" w:rsidP="61042571" w:rsidRDefault="3214FD77" w14:paraId="34F2EFA8" w14:textId="6DC2EBED">
            <w:pPr>
              <w:ind w:left="567" w:hanging="567"/>
              <w:rPr>
                <w:rFonts w:ascii="Corbel" w:hAnsi="Corbel" w:cs="Calibri"/>
                <w:i w:val="1"/>
                <w:iCs w:val="1"/>
                <w:sz w:val="24"/>
                <w:szCs w:val="24"/>
              </w:rPr>
            </w:pPr>
            <w:r w:rsidRPr="61042571" w:rsidR="3214FD77">
              <w:rPr>
                <w:rFonts w:ascii="Corbel" w:hAnsi="Corbel" w:cs="Calibri"/>
                <w:sz w:val="24"/>
                <w:szCs w:val="24"/>
              </w:rPr>
              <w:t>Sienkiewicz-</w:t>
            </w:r>
            <w:proofErr w:type="spellStart"/>
            <w:r w:rsidRPr="61042571" w:rsidR="3214FD77">
              <w:rPr>
                <w:rFonts w:ascii="Corbel" w:hAnsi="Corbel" w:cs="Calibri"/>
                <w:sz w:val="24"/>
                <w:szCs w:val="24"/>
              </w:rPr>
              <w:t>Mały</w:t>
            </w:r>
            <w:r w:rsidRPr="61042571" w:rsidR="3214FD77">
              <w:rPr>
                <w:rFonts w:ascii="Corbel" w:hAnsi="Corbel" w:cs="Calibri"/>
                <w:sz w:val="24"/>
                <w:szCs w:val="24"/>
              </w:rPr>
              <w:t>jurek</w:t>
            </w:r>
            <w:proofErr w:type="spellEnd"/>
            <w:r w:rsidRPr="61042571" w:rsidR="3214FD77">
              <w:rPr>
                <w:rFonts w:ascii="Corbel" w:hAnsi="Corbel" w:cs="Calibri"/>
                <w:sz w:val="24"/>
                <w:szCs w:val="24"/>
              </w:rPr>
              <w:t xml:space="preserve"> K., </w:t>
            </w:r>
            <w:proofErr w:type="spellStart"/>
            <w:r w:rsidRPr="61042571" w:rsidR="3214FD77">
              <w:rPr>
                <w:rFonts w:ascii="Corbel" w:hAnsi="Corbel" w:cs="Calibri"/>
                <w:sz w:val="24"/>
                <w:szCs w:val="24"/>
              </w:rPr>
              <w:t>Niczyporuk</w:t>
            </w:r>
            <w:proofErr w:type="spellEnd"/>
            <w:r w:rsidRPr="61042571" w:rsidR="3214FD77">
              <w:rPr>
                <w:rFonts w:ascii="Corbel" w:hAnsi="Corbel" w:cs="Calibri"/>
                <w:sz w:val="24"/>
                <w:szCs w:val="24"/>
              </w:rPr>
              <w:t xml:space="preserve"> Z.T., </w:t>
            </w:r>
            <w:r w:rsidRPr="61042571" w:rsidR="3214FD77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Bezpieczeństwo publiczne. Zarys problematyki, </w:t>
            </w:r>
            <w:r w:rsidRPr="61042571" w:rsidR="3214FD77">
              <w:rPr>
                <w:rFonts w:ascii="Corbel" w:hAnsi="Corbel" w:cs="Calibri"/>
                <w:sz w:val="24"/>
                <w:szCs w:val="24"/>
              </w:rPr>
              <w:t>Gliwice 2012.</w:t>
            </w:r>
          </w:p>
          <w:p w:rsidR="00065698" w:rsidP="61042571" w:rsidRDefault="00065698" w14:paraId="71B1BA19" wp14:textId="49D63EC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proofErr w:type="spellStart"/>
            <w:r w:rsidRPr="61042571" w:rsidR="02B3CFF7">
              <w:rPr>
                <w:rFonts w:ascii="Corbel" w:hAnsi="Corbel"/>
                <w:b w:val="0"/>
                <w:bCs w:val="0"/>
                <w:caps w:val="0"/>
                <w:smallCaps w:val="0"/>
              </w:rPr>
              <w:t>Łaszyn</w:t>
            </w:r>
            <w:proofErr w:type="spellEnd"/>
            <w:r w:rsidRPr="61042571" w:rsidR="02B3CF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A., </w:t>
            </w:r>
            <w:r w:rsidRPr="61042571" w:rsidR="02B3CFF7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Media i TY</w:t>
            </w:r>
            <w:r w:rsidRPr="61042571" w:rsidR="02B3CFF7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2017.</w:t>
            </w:r>
          </w:p>
          <w:p w:rsidR="00065698" w:rsidP="61042571" w:rsidRDefault="00065698" w14:paraId="07459315" wp14:textId="5883B9E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1042571" w:rsidR="02B3CF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2D18C06B" w:rsidP="61042571" w:rsidRDefault="2D18C06B" w14:paraId="5C195447" w14:textId="6BE9D4AA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0D378C56" w:rsidR="37B75BE9">
              <w:rPr>
                <w:rFonts w:ascii="Corbel" w:hAnsi="Corbel" w:cs="Calibri"/>
                <w:sz w:val="24"/>
                <w:szCs w:val="24"/>
              </w:rPr>
              <w:t xml:space="preserve">Chmielewski Z., Kuca P., Polak R., </w:t>
            </w:r>
            <w:r w:rsidRPr="0D378C56" w:rsidR="37B75BE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Public relations i polityka informacyjna w samorządzie terytorialnym</w:t>
            </w:r>
            <w:r w:rsidRPr="0D378C56" w:rsidR="37B75BE9">
              <w:rPr>
                <w:rFonts w:ascii="Corbel" w:hAnsi="Corbel" w:cs="Calibri"/>
                <w:sz w:val="24"/>
                <w:szCs w:val="24"/>
              </w:rPr>
              <w:t>, Rzeszów 2015.</w:t>
            </w:r>
          </w:p>
          <w:p w:rsidRPr="00740EEA" w:rsidR="00A44D74" w:rsidP="00A44D74" w:rsidRDefault="00A44D74" w14:paraId="548ADC98" wp14:textId="77777777">
            <w:pPr>
              <w:rPr>
                <w:rFonts w:ascii="Corbel" w:hAnsi="Corbel" w:cs="Calibri"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Zalecane jest korzystanie z elektronicznych baz danych Biblioteki Uniwersytetu Rzeszowskiego oraz portali </w:t>
            </w:r>
            <w:hyperlink w:history="1" r:id="rId10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www.proto.pl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w:history="1" r:id="rId1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www.wirtualnemedia.pl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w:history="1" r:id="rId12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www.press.pl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Pr="00740EEA" w:rsidR="00A44D74" w:rsidP="009C54AE" w:rsidRDefault="00A44D74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740EEA" w:rsidR="0085747A" w:rsidP="009C54AE" w:rsidRDefault="0085747A" w14:paraId="6DFB9E2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40EEA" w:rsidR="0085747A" w:rsidP="009C54AE" w:rsidRDefault="0085747A" w14:paraId="70DF9E5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40EEA">
        <w:rPr>
          <w:rFonts w:ascii="Corbel" w:hAnsi="Corbel"/>
          <w:b w:val="0"/>
          <w:smallCaps w:val="0"/>
          <w:szCs w:val="24"/>
        </w:rPr>
        <w:t>Akceptacja Kierownika Jednostki lub osoby upoważnio</w:t>
      </w:r>
      <w:r w:rsidRPr="009C54AE">
        <w:rPr>
          <w:rFonts w:ascii="Corbel" w:hAnsi="Corbel"/>
          <w:b w:val="0"/>
          <w:smallCaps w:val="0"/>
          <w:szCs w:val="24"/>
        </w:rPr>
        <w:t>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22B34" w:rsidP="00C16ABF" w:rsidRDefault="00722B34" w14:paraId="738610E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22B34" w:rsidP="00C16ABF" w:rsidRDefault="00722B34" w14:paraId="637805D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22B34" w:rsidP="00C16ABF" w:rsidRDefault="00722B34" w14:paraId="44E871B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22B34" w:rsidP="00C16ABF" w:rsidRDefault="00722B34" w14:paraId="144A5D23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3">
    <w:abstractNumId w:val="2"/>
  </w: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9AB"/>
    <w:rsid w:val="00042A51"/>
    <w:rsid w:val="00042D2E"/>
    <w:rsid w:val="00044C82"/>
    <w:rsid w:val="00044FC9"/>
    <w:rsid w:val="00065698"/>
    <w:rsid w:val="00070ED6"/>
    <w:rsid w:val="000742DC"/>
    <w:rsid w:val="00084C12"/>
    <w:rsid w:val="0009462C"/>
    <w:rsid w:val="00094B12"/>
    <w:rsid w:val="00096C46"/>
    <w:rsid w:val="00096E6F"/>
    <w:rsid w:val="000A296F"/>
    <w:rsid w:val="000A2A28"/>
    <w:rsid w:val="000A2B2F"/>
    <w:rsid w:val="000B192D"/>
    <w:rsid w:val="000B28EE"/>
    <w:rsid w:val="000B3E37"/>
    <w:rsid w:val="000D04B0"/>
    <w:rsid w:val="000E707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19BF"/>
    <w:rsid w:val="001737CF"/>
    <w:rsid w:val="00176083"/>
    <w:rsid w:val="00192F37"/>
    <w:rsid w:val="001A259E"/>
    <w:rsid w:val="001A2A01"/>
    <w:rsid w:val="001A70D2"/>
    <w:rsid w:val="001B46F6"/>
    <w:rsid w:val="001D657B"/>
    <w:rsid w:val="001D7B54"/>
    <w:rsid w:val="001E0209"/>
    <w:rsid w:val="001E20B4"/>
    <w:rsid w:val="001F0B2D"/>
    <w:rsid w:val="001F2CA2"/>
    <w:rsid w:val="0020721D"/>
    <w:rsid w:val="002076B8"/>
    <w:rsid w:val="002144C0"/>
    <w:rsid w:val="0022477D"/>
    <w:rsid w:val="002336F9"/>
    <w:rsid w:val="0024028F"/>
    <w:rsid w:val="00244ABC"/>
    <w:rsid w:val="00271191"/>
    <w:rsid w:val="00281FF2"/>
    <w:rsid w:val="002857DE"/>
    <w:rsid w:val="00291567"/>
    <w:rsid w:val="00291662"/>
    <w:rsid w:val="002A1FA4"/>
    <w:rsid w:val="002A2389"/>
    <w:rsid w:val="002A671D"/>
    <w:rsid w:val="002B00B2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6268"/>
    <w:rsid w:val="00326368"/>
    <w:rsid w:val="00327F81"/>
    <w:rsid w:val="003343CF"/>
    <w:rsid w:val="00341CAA"/>
    <w:rsid w:val="00346FE9"/>
    <w:rsid w:val="0034759A"/>
    <w:rsid w:val="003503F6"/>
    <w:rsid w:val="003530DD"/>
    <w:rsid w:val="00363F78"/>
    <w:rsid w:val="003652FA"/>
    <w:rsid w:val="0037F049"/>
    <w:rsid w:val="00392A58"/>
    <w:rsid w:val="003A0A5B"/>
    <w:rsid w:val="003A1176"/>
    <w:rsid w:val="003A1A0F"/>
    <w:rsid w:val="003A6612"/>
    <w:rsid w:val="003B568C"/>
    <w:rsid w:val="003C0BAE"/>
    <w:rsid w:val="003C3CDE"/>
    <w:rsid w:val="003D18A9"/>
    <w:rsid w:val="003D4051"/>
    <w:rsid w:val="003D6CE2"/>
    <w:rsid w:val="003E1941"/>
    <w:rsid w:val="003E2FE6"/>
    <w:rsid w:val="003E49D5"/>
    <w:rsid w:val="003E4E46"/>
    <w:rsid w:val="003E5849"/>
    <w:rsid w:val="003F38C0"/>
    <w:rsid w:val="004053DD"/>
    <w:rsid w:val="004149E7"/>
    <w:rsid w:val="00414E3C"/>
    <w:rsid w:val="0042244A"/>
    <w:rsid w:val="004240CC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07C7"/>
    <w:rsid w:val="004D479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186"/>
    <w:rsid w:val="00560F63"/>
    <w:rsid w:val="005611C1"/>
    <w:rsid w:val="0057640F"/>
    <w:rsid w:val="00577873"/>
    <w:rsid w:val="005A0855"/>
    <w:rsid w:val="005A3196"/>
    <w:rsid w:val="005B3895"/>
    <w:rsid w:val="005C080F"/>
    <w:rsid w:val="005C55E5"/>
    <w:rsid w:val="005C696A"/>
    <w:rsid w:val="005C6B78"/>
    <w:rsid w:val="005D5C04"/>
    <w:rsid w:val="005E3A03"/>
    <w:rsid w:val="005E6E85"/>
    <w:rsid w:val="005F31D2"/>
    <w:rsid w:val="00602A1B"/>
    <w:rsid w:val="0061029B"/>
    <w:rsid w:val="00617230"/>
    <w:rsid w:val="00621CE1"/>
    <w:rsid w:val="006258D4"/>
    <w:rsid w:val="00641EF2"/>
    <w:rsid w:val="00647FA8"/>
    <w:rsid w:val="00656667"/>
    <w:rsid w:val="006620D9"/>
    <w:rsid w:val="006643BC"/>
    <w:rsid w:val="006670D7"/>
    <w:rsid w:val="00671803"/>
    <w:rsid w:val="00671958"/>
    <w:rsid w:val="00675843"/>
    <w:rsid w:val="00683170"/>
    <w:rsid w:val="00695248"/>
    <w:rsid w:val="0069612E"/>
    <w:rsid w:val="00696477"/>
    <w:rsid w:val="006A0577"/>
    <w:rsid w:val="006B59B5"/>
    <w:rsid w:val="006C124E"/>
    <w:rsid w:val="006D050F"/>
    <w:rsid w:val="006D1C04"/>
    <w:rsid w:val="006D6139"/>
    <w:rsid w:val="006E1ADE"/>
    <w:rsid w:val="006E5D65"/>
    <w:rsid w:val="006F1282"/>
    <w:rsid w:val="006F1B8C"/>
    <w:rsid w:val="006F1FBC"/>
    <w:rsid w:val="007012BD"/>
    <w:rsid w:val="00706544"/>
    <w:rsid w:val="007072BA"/>
    <w:rsid w:val="00707588"/>
    <w:rsid w:val="0071620A"/>
    <w:rsid w:val="00722222"/>
    <w:rsid w:val="00722B34"/>
    <w:rsid w:val="00724677"/>
    <w:rsid w:val="00725459"/>
    <w:rsid w:val="00733EA6"/>
    <w:rsid w:val="00734608"/>
    <w:rsid w:val="00740EEA"/>
    <w:rsid w:val="00742751"/>
    <w:rsid w:val="00745302"/>
    <w:rsid w:val="007461D6"/>
    <w:rsid w:val="00746EC8"/>
    <w:rsid w:val="00757BF8"/>
    <w:rsid w:val="00763BF1"/>
    <w:rsid w:val="00766FD4"/>
    <w:rsid w:val="00767BDD"/>
    <w:rsid w:val="0077134F"/>
    <w:rsid w:val="00776366"/>
    <w:rsid w:val="0078168C"/>
    <w:rsid w:val="00790E27"/>
    <w:rsid w:val="007A1DCC"/>
    <w:rsid w:val="007A4022"/>
    <w:rsid w:val="007A4D3C"/>
    <w:rsid w:val="007A6E6E"/>
    <w:rsid w:val="007C3299"/>
    <w:rsid w:val="007C3BCC"/>
    <w:rsid w:val="007D6E56"/>
    <w:rsid w:val="007F4155"/>
    <w:rsid w:val="007F425F"/>
    <w:rsid w:val="0081707E"/>
    <w:rsid w:val="00824913"/>
    <w:rsid w:val="00831282"/>
    <w:rsid w:val="0083535B"/>
    <w:rsid w:val="008449B3"/>
    <w:rsid w:val="0085747A"/>
    <w:rsid w:val="00881C82"/>
    <w:rsid w:val="00884922"/>
    <w:rsid w:val="00885F64"/>
    <w:rsid w:val="008917F9"/>
    <w:rsid w:val="008A45F7"/>
    <w:rsid w:val="008B625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CF0"/>
    <w:rsid w:val="0092262F"/>
    <w:rsid w:val="00923D7D"/>
    <w:rsid w:val="009249FF"/>
    <w:rsid w:val="00936ABF"/>
    <w:rsid w:val="009508DF"/>
    <w:rsid w:val="00950DAC"/>
    <w:rsid w:val="00950F12"/>
    <w:rsid w:val="00954A07"/>
    <w:rsid w:val="00955172"/>
    <w:rsid w:val="0096500B"/>
    <w:rsid w:val="009927DA"/>
    <w:rsid w:val="00993B66"/>
    <w:rsid w:val="00997F14"/>
    <w:rsid w:val="009A77F2"/>
    <w:rsid w:val="009A78D9"/>
    <w:rsid w:val="009C3E31"/>
    <w:rsid w:val="009C40C6"/>
    <w:rsid w:val="009C54AE"/>
    <w:rsid w:val="009C788E"/>
    <w:rsid w:val="009E3B41"/>
    <w:rsid w:val="009F3C5C"/>
    <w:rsid w:val="009F4610"/>
    <w:rsid w:val="00A00ECC"/>
    <w:rsid w:val="00A02FC7"/>
    <w:rsid w:val="00A11B6D"/>
    <w:rsid w:val="00A155EE"/>
    <w:rsid w:val="00A2245B"/>
    <w:rsid w:val="00A26503"/>
    <w:rsid w:val="00A30110"/>
    <w:rsid w:val="00A36899"/>
    <w:rsid w:val="00A371F6"/>
    <w:rsid w:val="00A43BF6"/>
    <w:rsid w:val="00A44D74"/>
    <w:rsid w:val="00A54817"/>
    <w:rsid w:val="00A601C8"/>
    <w:rsid w:val="00A60799"/>
    <w:rsid w:val="00A96C8E"/>
    <w:rsid w:val="00A97DE1"/>
    <w:rsid w:val="00AA333B"/>
    <w:rsid w:val="00AB053C"/>
    <w:rsid w:val="00AB07CE"/>
    <w:rsid w:val="00AB2C19"/>
    <w:rsid w:val="00AB7C00"/>
    <w:rsid w:val="00AD1146"/>
    <w:rsid w:val="00AD27D3"/>
    <w:rsid w:val="00AD66D6"/>
    <w:rsid w:val="00AE1160"/>
    <w:rsid w:val="00AE203C"/>
    <w:rsid w:val="00AE2E74"/>
    <w:rsid w:val="00AE5FCB"/>
    <w:rsid w:val="00AF0EB0"/>
    <w:rsid w:val="00AF2C1E"/>
    <w:rsid w:val="00B04A84"/>
    <w:rsid w:val="00B06142"/>
    <w:rsid w:val="00B135B1"/>
    <w:rsid w:val="00B311C2"/>
    <w:rsid w:val="00B3130B"/>
    <w:rsid w:val="00B40ADB"/>
    <w:rsid w:val="00B43B77"/>
    <w:rsid w:val="00B43E80"/>
    <w:rsid w:val="00B607DB"/>
    <w:rsid w:val="00B6481E"/>
    <w:rsid w:val="00B66529"/>
    <w:rsid w:val="00B72BB5"/>
    <w:rsid w:val="00B75946"/>
    <w:rsid w:val="00B8056E"/>
    <w:rsid w:val="00B819C8"/>
    <w:rsid w:val="00B82308"/>
    <w:rsid w:val="00BA2C98"/>
    <w:rsid w:val="00BA41E2"/>
    <w:rsid w:val="00BB520A"/>
    <w:rsid w:val="00BB74CA"/>
    <w:rsid w:val="00BC28F4"/>
    <w:rsid w:val="00BC7187"/>
    <w:rsid w:val="00BD3869"/>
    <w:rsid w:val="00BD54B7"/>
    <w:rsid w:val="00BD66E9"/>
    <w:rsid w:val="00BF2C41"/>
    <w:rsid w:val="00BF5AF7"/>
    <w:rsid w:val="00C058B4"/>
    <w:rsid w:val="00C100C0"/>
    <w:rsid w:val="00C131B5"/>
    <w:rsid w:val="00C16ABF"/>
    <w:rsid w:val="00C170AE"/>
    <w:rsid w:val="00C17D64"/>
    <w:rsid w:val="00C26CB7"/>
    <w:rsid w:val="00C324C1"/>
    <w:rsid w:val="00C36992"/>
    <w:rsid w:val="00C50A84"/>
    <w:rsid w:val="00C54A40"/>
    <w:rsid w:val="00C56036"/>
    <w:rsid w:val="00C61DC5"/>
    <w:rsid w:val="00C67E92"/>
    <w:rsid w:val="00C70A26"/>
    <w:rsid w:val="00C766DF"/>
    <w:rsid w:val="00C83C7D"/>
    <w:rsid w:val="00C87D5A"/>
    <w:rsid w:val="00C94B98"/>
    <w:rsid w:val="00CA2B96"/>
    <w:rsid w:val="00CA5089"/>
    <w:rsid w:val="00CC0BDE"/>
    <w:rsid w:val="00CD01A4"/>
    <w:rsid w:val="00CD6897"/>
    <w:rsid w:val="00CE5BAC"/>
    <w:rsid w:val="00CF25BE"/>
    <w:rsid w:val="00CF78ED"/>
    <w:rsid w:val="00D02B25"/>
    <w:rsid w:val="00D02EBA"/>
    <w:rsid w:val="00D1700C"/>
    <w:rsid w:val="00D17C3C"/>
    <w:rsid w:val="00D26B2C"/>
    <w:rsid w:val="00D352C9"/>
    <w:rsid w:val="00D425B2"/>
    <w:rsid w:val="00D552B2"/>
    <w:rsid w:val="00D608D1"/>
    <w:rsid w:val="00D67C97"/>
    <w:rsid w:val="00D74119"/>
    <w:rsid w:val="00D8075B"/>
    <w:rsid w:val="00D815DB"/>
    <w:rsid w:val="00D8678B"/>
    <w:rsid w:val="00D86F0C"/>
    <w:rsid w:val="00DA07CF"/>
    <w:rsid w:val="00DA2114"/>
    <w:rsid w:val="00DA362D"/>
    <w:rsid w:val="00DB647A"/>
    <w:rsid w:val="00DD41AD"/>
    <w:rsid w:val="00DE09C0"/>
    <w:rsid w:val="00DF320D"/>
    <w:rsid w:val="00DF71C8"/>
    <w:rsid w:val="00E129B8"/>
    <w:rsid w:val="00E163B4"/>
    <w:rsid w:val="00E21E7D"/>
    <w:rsid w:val="00E22FBC"/>
    <w:rsid w:val="00E24BF5"/>
    <w:rsid w:val="00E25338"/>
    <w:rsid w:val="00E267CF"/>
    <w:rsid w:val="00E475CB"/>
    <w:rsid w:val="00E51E44"/>
    <w:rsid w:val="00E5577A"/>
    <w:rsid w:val="00E56FB0"/>
    <w:rsid w:val="00E63348"/>
    <w:rsid w:val="00E77E88"/>
    <w:rsid w:val="00E8107D"/>
    <w:rsid w:val="00E87F92"/>
    <w:rsid w:val="00EA42B0"/>
    <w:rsid w:val="00EA4832"/>
    <w:rsid w:val="00EC13F7"/>
    <w:rsid w:val="00EC3076"/>
    <w:rsid w:val="00EC4899"/>
    <w:rsid w:val="00EC4FD1"/>
    <w:rsid w:val="00ED03AB"/>
    <w:rsid w:val="00ED2313"/>
    <w:rsid w:val="00ED32D2"/>
    <w:rsid w:val="00EE32DE"/>
    <w:rsid w:val="00EE5457"/>
    <w:rsid w:val="00EF7900"/>
    <w:rsid w:val="00F070AB"/>
    <w:rsid w:val="00F13472"/>
    <w:rsid w:val="00F1446B"/>
    <w:rsid w:val="00F27A7B"/>
    <w:rsid w:val="00F323E1"/>
    <w:rsid w:val="00F32E03"/>
    <w:rsid w:val="00F524E8"/>
    <w:rsid w:val="00F526AF"/>
    <w:rsid w:val="00F5343A"/>
    <w:rsid w:val="00F617C3"/>
    <w:rsid w:val="00F7066B"/>
    <w:rsid w:val="00F83B28"/>
    <w:rsid w:val="00FB038B"/>
    <w:rsid w:val="00FB0CD0"/>
    <w:rsid w:val="00FB7DBA"/>
    <w:rsid w:val="00FC1BE6"/>
    <w:rsid w:val="00FC1C25"/>
    <w:rsid w:val="00FC3F45"/>
    <w:rsid w:val="00FC5263"/>
    <w:rsid w:val="00FD503F"/>
    <w:rsid w:val="00FD7589"/>
    <w:rsid w:val="00FF016A"/>
    <w:rsid w:val="00FF1401"/>
    <w:rsid w:val="00FF5E7D"/>
    <w:rsid w:val="02B3CFF7"/>
    <w:rsid w:val="0553C84C"/>
    <w:rsid w:val="05DE0E7C"/>
    <w:rsid w:val="06D77EAD"/>
    <w:rsid w:val="09A0EDAE"/>
    <w:rsid w:val="0B428544"/>
    <w:rsid w:val="0C74869A"/>
    <w:rsid w:val="0D378C56"/>
    <w:rsid w:val="0E3FFCD8"/>
    <w:rsid w:val="0EDDFD41"/>
    <w:rsid w:val="1047D16C"/>
    <w:rsid w:val="1079CDA2"/>
    <w:rsid w:val="1092CAB5"/>
    <w:rsid w:val="10A9C826"/>
    <w:rsid w:val="110B50BD"/>
    <w:rsid w:val="111FC12E"/>
    <w:rsid w:val="1237325C"/>
    <w:rsid w:val="128EE3E7"/>
    <w:rsid w:val="12AB56AD"/>
    <w:rsid w:val="161FEBD5"/>
    <w:rsid w:val="168C2C68"/>
    <w:rsid w:val="1692F263"/>
    <w:rsid w:val="16D6686C"/>
    <w:rsid w:val="16E90F26"/>
    <w:rsid w:val="1819969E"/>
    <w:rsid w:val="184F6739"/>
    <w:rsid w:val="191A9831"/>
    <w:rsid w:val="1C5238F3"/>
    <w:rsid w:val="21D3F328"/>
    <w:rsid w:val="22196D09"/>
    <w:rsid w:val="2296E270"/>
    <w:rsid w:val="239B0E56"/>
    <w:rsid w:val="27405E62"/>
    <w:rsid w:val="2B1530C1"/>
    <w:rsid w:val="2BE9E83A"/>
    <w:rsid w:val="2C80562A"/>
    <w:rsid w:val="2D03E9CD"/>
    <w:rsid w:val="2D18C06B"/>
    <w:rsid w:val="2E490F0A"/>
    <w:rsid w:val="2EED8A3F"/>
    <w:rsid w:val="2F05940E"/>
    <w:rsid w:val="30CAAC2F"/>
    <w:rsid w:val="313243E8"/>
    <w:rsid w:val="31783709"/>
    <w:rsid w:val="3180AFCC"/>
    <w:rsid w:val="3214FD77"/>
    <w:rsid w:val="377589CB"/>
    <w:rsid w:val="37B75BE9"/>
    <w:rsid w:val="38D6025A"/>
    <w:rsid w:val="3E16493B"/>
    <w:rsid w:val="3F5E8425"/>
    <w:rsid w:val="409288BA"/>
    <w:rsid w:val="424485AD"/>
    <w:rsid w:val="4504A258"/>
    <w:rsid w:val="453CAF79"/>
    <w:rsid w:val="456C1A88"/>
    <w:rsid w:val="465AB27C"/>
    <w:rsid w:val="47DA23A1"/>
    <w:rsid w:val="47F3C056"/>
    <w:rsid w:val="48B3C731"/>
    <w:rsid w:val="492419DD"/>
    <w:rsid w:val="4939EE5E"/>
    <w:rsid w:val="4A42B2D9"/>
    <w:rsid w:val="4B9E4C90"/>
    <w:rsid w:val="4BDA4F7A"/>
    <w:rsid w:val="4D772C6D"/>
    <w:rsid w:val="4F1623FC"/>
    <w:rsid w:val="4FDAAB61"/>
    <w:rsid w:val="5204E2F4"/>
    <w:rsid w:val="54BB1891"/>
    <w:rsid w:val="5A017104"/>
    <w:rsid w:val="5AA3A582"/>
    <w:rsid w:val="5AED5388"/>
    <w:rsid w:val="5B80AA8C"/>
    <w:rsid w:val="5C097943"/>
    <w:rsid w:val="5C6EE7B1"/>
    <w:rsid w:val="5D190BE4"/>
    <w:rsid w:val="5F685510"/>
    <w:rsid w:val="60986076"/>
    <w:rsid w:val="61042571"/>
    <w:rsid w:val="619F8B8F"/>
    <w:rsid w:val="64E43DCF"/>
    <w:rsid w:val="667623E0"/>
    <w:rsid w:val="68E29410"/>
    <w:rsid w:val="69770740"/>
    <w:rsid w:val="69AA9D74"/>
    <w:rsid w:val="6C87DCE1"/>
    <w:rsid w:val="6CEA2BBC"/>
    <w:rsid w:val="6E04C951"/>
    <w:rsid w:val="6E7E0E97"/>
    <w:rsid w:val="7019DEF8"/>
    <w:rsid w:val="71BD9CDF"/>
    <w:rsid w:val="7200189F"/>
    <w:rsid w:val="73286963"/>
    <w:rsid w:val="739661A6"/>
    <w:rsid w:val="73FB1800"/>
    <w:rsid w:val="7850AA6C"/>
    <w:rsid w:val="7971D0B6"/>
    <w:rsid w:val="79C8AEC4"/>
    <w:rsid w:val="79CBD5F2"/>
    <w:rsid w:val="7BB81D69"/>
    <w:rsid w:val="7BFD062C"/>
    <w:rsid w:val="7CA5314E"/>
    <w:rsid w:val="7CF73310"/>
    <w:rsid w:val="7E069BD8"/>
    <w:rsid w:val="7E64DC89"/>
    <w:rsid w:val="7E77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7040A4"/>
  <w15:chartTrackingRefBased/>
  <w15:docId w15:val="{3DD79A7C-0C6C-4E4F-AB7E-EA20468598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B56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568C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3B568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68C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B568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press.pl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://www.wirtualnemedia.pl" TargetMode="External" Id="rId11" /><Relationship Type="http://schemas.openxmlformats.org/officeDocument/2006/relationships/styles" Target="styles.xml" Id="rId5" /><Relationship Type="http://schemas.openxmlformats.org/officeDocument/2006/relationships/customXml" Target="../customXml/item4.xml" Id="rId15" /><Relationship Type="http://schemas.openxmlformats.org/officeDocument/2006/relationships/hyperlink" Target="http://www.proto.p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F19D39-DA78-49B6-AFEE-A20B9CBE8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55F4E0-B5D2-4FD2-8699-5CA6AB885EE5}"/>
</file>

<file path=customXml/itemProps3.xml><?xml version="1.0" encoding="utf-8"?>
<ds:datastoreItem xmlns:ds="http://schemas.openxmlformats.org/officeDocument/2006/customXml" ds:itemID="{D0930A43-AEA1-44C7-9E2D-3C8B43AFEF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6FC2A3-723B-4A9D-83EB-FA42A9912E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11</cp:revision>
  <cp:lastPrinted>2017-02-15T21:41:00Z</cp:lastPrinted>
  <dcterms:created xsi:type="dcterms:W3CDTF">2021-11-06T16:59:00Z</dcterms:created>
  <dcterms:modified xsi:type="dcterms:W3CDTF">2021-11-14T09:27:41Z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